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5081E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0AB53C2C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9F474C0" wp14:editId="222FACD0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942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-1.1pt;margin-top:17.6pt;width:438.75pt;height:0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BhloxH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Svatý Jiří</w:t>
      </w:r>
    </w:p>
    <w:p w14:paraId="65D20C38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462BAEF0" w14:textId="56DCC2AD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A0570D8" wp14:editId="5DC6DAAB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9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8633E" id="AutoShape 4" o:spid="_x0000_s1026" type="#_x0000_t32" style="position:absolute;margin-left:377.65pt;margin-top:13.2pt;width:60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BFKk8h3QEAAKE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0BFC7E9" wp14:editId="4864FDCD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C735E" id="AutoShape 3" o:spid="_x0000_s1026" type="#_x0000_t32" style="position:absolute;margin-left:58.15pt;margin-top:13.2pt;width:222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BT/jFV3wEAAKI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2045">
        <w:rPr>
          <w:rFonts w:ascii="Times New Roman" w:hAnsi="Times New Roman"/>
        </w:rPr>
        <w:t>SMÍŠENÉ</w:t>
      </w:r>
      <w:r w:rsidR="00AA25E0">
        <w:rPr>
          <w:rFonts w:ascii="Times New Roman" w:hAnsi="Times New Roman"/>
        </w:rPr>
        <w:tab/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14E30AED" w14:textId="0F3BFCCF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569783D" wp14:editId="1A36A30A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9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1A191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1C900647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9783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8.15pt;margin-top:16.6pt;width:379.5pt;height:1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" stroked="f">
                <v:textbox>
                  <w:txbxContent>
                    <w:p w14:paraId="3FB1A191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1C900647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D19792B" wp14:editId="154A4BDA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9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0F06" id="AutoShape 5" o:spid="_x0000_s1026" type="#_x0000_t32" style="position:absolute;margin-left:58.15pt;margin-top:11.35pt;width:379.5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DYkCI93gEAAKI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6526E27D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175773D2" w14:textId="77777777" w:rsidTr="003F09FC">
        <w:tc>
          <w:tcPr>
            <w:tcW w:w="3261" w:type="dxa"/>
            <w:vAlign w:val="center"/>
          </w:tcPr>
          <w:p w14:paraId="1FCBBEB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665F2147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6A8C9B9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F3A319F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8E6FF5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016A09FC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5C0DC550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755A67FE" w14:textId="77777777" w:rsidTr="00E21B51">
        <w:tc>
          <w:tcPr>
            <w:tcW w:w="3261" w:type="dxa"/>
          </w:tcPr>
          <w:p w14:paraId="1102F17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38F73D1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FEED49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085FC5F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D3B0F8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DCF12E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C15A4A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63E8923F" w14:textId="77777777" w:rsidTr="00E21B51">
        <w:tc>
          <w:tcPr>
            <w:tcW w:w="3261" w:type="dxa"/>
          </w:tcPr>
          <w:p w14:paraId="2854667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48ECED4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457A02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0A7A61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A9BF42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BF386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87C4ED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02217F1F" w14:textId="77777777" w:rsidTr="00E21B51">
        <w:tc>
          <w:tcPr>
            <w:tcW w:w="3261" w:type="dxa"/>
          </w:tcPr>
          <w:p w14:paraId="6C3F716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58EF23B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939D11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A1810C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847F0C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AEC669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A27C0F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C6B4813" w14:textId="77777777" w:rsidTr="00E21B51">
        <w:tc>
          <w:tcPr>
            <w:tcW w:w="3261" w:type="dxa"/>
          </w:tcPr>
          <w:p w14:paraId="5A168A1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2DBDBA8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2A8BF4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EBEED8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DAAE24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FB7AB6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437D17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17778CA" w14:textId="77777777" w:rsidTr="00E21B51">
        <w:tc>
          <w:tcPr>
            <w:tcW w:w="3261" w:type="dxa"/>
          </w:tcPr>
          <w:p w14:paraId="4AB8E12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31A3B19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FE024A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4EAE2C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209AFB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8A6389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BD625D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ACE7D5E" w14:textId="77777777" w:rsidTr="00E21B51">
        <w:tc>
          <w:tcPr>
            <w:tcW w:w="3261" w:type="dxa"/>
          </w:tcPr>
          <w:p w14:paraId="2F61874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4B8F2A2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E50C39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B6CD5F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958671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F772CA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9F8D9F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1D3CDA8" w14:textId="77777777" w:rsidTr="00E21B51">
        <w:tc>
          <w:tcPr>
            <w:tcW w:w="3261" w:type="dxa"/>
          </w:tcPr>
          <w:p w14:paraId="5EAC788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1998DD2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868587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61785E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F78EE9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D662AD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3864A0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14B6337F" w14:textId="77777777" w:rsidTr="00E21B51">
        <w:tc>
          <w:tcPr>
            <w:tcW w:w="3261" w:type="dxa"/>
          </w:tcPr>
          <w:p w14:paraId="7585865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1E7E949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916288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21EE46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62CC6A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ECD542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622161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4D5878A5" w14:textId="77777777" w:rsidTr="00E21B51">
        <w:tc>
          <w:tcPr>
            <w:tcW w:w="3261" w:type="dxa"/>
          </w:tcPr>
          <w:p w14:paraId="2CE2390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7DB2634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F96D12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7E216C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7910C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299E23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488560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E25ED6F" w14:textId="77777777" w:rsidTr="00E21B51">
        <w:tc>
          <w:tcPr>
            <w:tcW w:w="3261" w:type="dxa"/>
          </w:tcPr>
          <w:p w14:paraId="56193DB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21606A6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0ADF70C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38F636F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8A7962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038D3C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F2233B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001296E4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64335AF4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21353057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E4CACE1" wp14:editId="3E9126E7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9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5EAC6" id="AutoShape 8" o:spid="_x0000_s1026" type="#_x0000_t32" style="position:absolute;margin-left:319.15pt;margin-top:11.1pt;width:156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18E4CB9" wp14:editId="2B22491F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9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3A055" id="AutoShape 7" o:spid="_x0000_s1026" type="#_x0000_t32" style="position:absolute;margin-left:85.15pt;margin-top:11.05pt;width:195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Dyt8Ev3wEAAKI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108C37B9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6E427DEF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D5C0406" wp14:editId="2E134B3F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9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1F319" id="AutoShape 10" o:spid="_x0000_s1026" type="#_x0000_t32" style="position:absolute;margin-left:364.15pt;margin-top:12.45pt;width:111pt;height: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IjGWVjiAQAApQ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53A8D66" wp14:editId="224F4FE8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0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6025C" id="AutoShape 9" o:spid="_x0000_s1026" type="#_x0000_t32" style="position:absolute;margin-left:85.15pt;margin-top:12.45pt;width:19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7E62FD7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24C601E1" w14:textId="33FCD81B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7B9468E" wp14:editId="79D4962A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0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1AB5EB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9468E" id="Text Box 14" o:spid="_x0000_s1027" type="#_x0000_t202" style="position:absolute;left:0;text-align:left;margin-left:290.65pt;margin-top:15.7pt;width:184.5pt;height:17.9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" stroked="f">
                <v:textbox>
                  <w:txbxContent>
                    <w:p w14:paraId="281AB5EB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B91CEA1" wp14:editId="53B0DC9D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0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4AE0F" id="AutoShape 12" o:spid="_x0000_s1026" type="#_x0000_t32" style="position:absolute;margin-left:160.9pt;margin-top:11.8pt;width:119.25pt;height:.1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Wk/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xmcyk8jDyk&#10;j/uEhVvU86zQFKhh4NpvY+5RHf1jeED1g4TH9QC+NwX9dAocXOeI6kVIdigwz276gpoxwARFrmMX&#10;x5yShRDHMpXTdSrmmITiy3pR396+W0ih+K3+MFsUAmieY0Ok9NngKLLRSkoRbD+kNXrP48dYFyY4&#10;PFDKlUHzHJCJPd5b58oWOC+mMwEvigJexuh1iSV0VmdcjqDY79YuigPklSrfpaAXsEyyARrOODrR&#10;BlPGQRNx73WxBgP608VOYN3Z5gqdv0iYVTvrv0N92sbcQFaTt6G0ctncvG6/+wX16/9a/QQ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CmxWk/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30C630E" wp14:editId="4D40D8C4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0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6E168" id="AutoShape 13" o:spid="_x0000_s1026" type="#_x0000_t32" style="position:absolute;margin-left:290.65pt;margin-top:11.9pt;width:184.5pt;height: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Fk8qrH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BC8B862" wp14:editId="6E5677FE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0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B3905" id="AutoShape 11" o:spid="_x0000_s1026" type="#_x0000_t32" style="position:absolute;margin-left:14.65pt;margin-top:11.85pt;width:124.5pt;height:.0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DThbD8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</w:t>
      </w:r>
      <w:r w:rsidR="00302D67">
        <w:rPr>
          <w:rFonts w:ascii="Times New Roman" w:hAnsi="Times New Roman"/>
        </w:rPr>
        <w:t>e Svatým Jiří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5. 202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5B42E61C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3082A40D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1EDC656F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082C1D95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1F7790D5" w14:textId="77777777" w:rsidR="00683454" w:rsidRPr="00762D16" w:rsidRDefault="00683454" w:rsidP="0068345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48FBFB98" w14:textId="77777777" w:rsidR="00683454" w:rsidRPr="00762D16" w:rsidRDefault="00683454" w:rsidP="00683454">
      <w:pPr>
        <w:jc w:val="center"/>
        <w:rPr>
          <w:rFonts w:ascii="Times New Roman" w:hAnsi="Times New Roman"/>
          <w:sz w:val="18"/>
          <w:szCs w:val="18"/>
        </w:rPr>
      </w:pPr>
    </w:p>
    <w:p w14:paraId="05EFC340" w14:textId="77777777" w:rsidR="00683454" w:rsidRPr="006A0194" w:rsidRDefault="00683454" w:rsidP="0068345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5A22173C" w14:textId="77777777" w:rsidR="00302D67" w:rsidRPr="00762D16" w:rsidRDefault="00302D67" w:rsidP="00302D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064636CD" wp14:editId="4EB0FCC3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B90D8" id="AutoShape 15" o:spid="_x0000_s1026" type="#_x0000_t32" style="position:absolute;margin-left:-1.1pt;margin-top:17.6pt;width:438.75pt;height:0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SH ČMS SDH </w:t>
      </w:r>
      <w:r w:rsidR="00AA25E0">
        <w:rPr>
          <w:rFonts w:ascii="Times New Roman" w:hAnsi="Times New Roman"/>
          <w:b/>
          <w:sz w:val="24"/>
          <w:szCs w:val="24"/>
        </w:rPr>
        <w:t>Oucmanice</w:t>
      </w:r>
    </w:p>
    <w:p w14:paraId="68E24058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4ACB7138" w14:textId="5FEB53F5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6DD97B5" wp14:editId="2E11F6E9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0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02E87" id="AutoShape 4" o:spid="_x0000_s1026" type="#_x0000_t32" style="position:absolute;margin-left:377.65pt;margin-top:13.2pt;width:60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23A21BD" wp14:editId="0B2D0204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0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C2ED8" id="AutoShape 3" o:spid="_x0000_s1026" type="#_x0000_t32" style="position:absolute;margin-left:58.15pt;margin-top:13.2pt;width:222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AJAD4P3wEAAKM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2045">
        <w:rPr>
          <w:rFonts w:ascii="Times New Roman" w:hAnsi="Times New Roman"/>
        </w:rPr>
        <w:t>SMÍŠENÉ</w:t>
      </w:r>
      <w:r w:rsidR="00AA25E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</w:r>
      <w:r w:rsidR="00302D67">
        <w:rPr>
          <w:rFonts w:ascii="Times New Roman" w:hAnsi="Times New Roman"/>
        </w:rPr>
        <w:t>0</w:t>
      </w:r>
    </w:p>
    <w:p w14:paraId="79C357D8" w14:textId="2B390896" w:rsidR="00683454" w:rsidRDefault="00683454" w:rsidP="006834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8B30954" wp14:editId="6779BCFC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0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0861D" w14:textId="77777777" w:rsidR="00683454" w:rsidRPr="002A2928" w:rsidRDefault="00683454" w:rsidP="0068345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1B65E83F" w14:textId="77777777" w:rsidR="00683454" w:rsidRDefault="00683454" w:rsidP="006834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30954" id="_x0000_s1028" type="#_x0000_t202" style="position:absolute;margin-left:58.15pt;margin-top:16.6pt;width:379.5pt;height:16.2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" stroked="f">
                <v:textbox>
                  <w:txbxContent>
                    <w:p w14:paraId="5940861D" w14:textId="77777777" w:rsidR="00683454" w:rsidRPr="002A2928" w:rsidRDefault="00683454" w:rsidP="0068345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1B65E83F" w14:textId="77777777" w:rsidR="00683454" w:rsidRDefault="00683454" w:rsidP="0068345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4540C87" wp14:editId="67716FFB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73A9A" id="AutoShape 5" o:spid="_x0000_s1026" type="#_x0000_t32" style="position:absolute;margin-left:58.15pt;margin-top:11.35pt;width:379.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BuXGR63gEAAKM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560DE5E4" w14:textId="77777777" w:rsidR="00683454" w:rsidRPr="00762D16" w:rsidRDefault="00683454" w:rsidP="0068345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683454" w:rsidRPr="00C95DD7" w14:paraId="345921B5" w14:textId="77777777" w:rsidTr="003F09FC">
        <w:tc>
          <w:tcPr>
            <w:tcW w:w="3261" w:type="dxa"/>
            <w:vAlign w:val="center"/>
          </w:tcPr>
          <w:p w14:paraId="6E392F5F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22DB3DA9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4FD93078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254EA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447151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1600E495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3B4DD7B6" w14:textId="77777777" w:rsidR="00683454" w:rsidRPr="00C95DD7" w:rsidRDefault="00683454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683454" w:rsidRPr="00C95DD7" w14:paraId="426AE602" w14:textId="77777777" w:rsidTr="00E21B51">
        <w:tc>
          <w:tcPr>
            <w:tcW w:w="3261" w:type="dxa"/>
          </w:tcPr>
          <w:p w14:paraId="5A6EE64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6B84531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E74360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5B4A807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42E423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DAF500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99D4BA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2868310" w14:textId="77777777" w:rsidTr="00E21B51">
        <w:tc>
          <w:tcPr>
            <w:tcW w:w="3261" w:type="dxa"/>
          </w:tcPr>
          <w:p w14:paraId="1A06AD0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0D279D6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3CE98C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7C765F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79F17C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D6135B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555AAC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40DD9A8" w14:textId="77777777" w:rsidTr="00E21B51">
        <w:tc>
          <w:tcPr>
            <w:tcW w:w="3261" w:type="dxa"/>
          </w:tcPr>
          <w:p w14:paraId="2D5F021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30E0CB6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AE8297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78B045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B33004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E9DBEB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4AA4B0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B762D01" w14:textId="77777777" w:rsidTr="00E21B51">
        <w:tc>
          <w:tcPr>
            <w:tcW w:w="3261" w:type="dxa"/>
          </w:tcPr>
          <w:p w14:paraId="5263FB1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60A575C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6A34E5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202638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0B059A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86B427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5E0C86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3A14B7AB" w14:textId="77777777" w:rsidTr="00E21B51">
        <w:tc>
          <w:tcPr>
            <w:tcW w:w="3261" w:type="dxa"/>
          </w:tcPr>
          <w:p w14:paraId="5FA961A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0014C2F4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787B85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CB8008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9F92C7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72C6B3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E18D79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FE8DED7" w14:textId="77777777" w:rsidTr="00E21B51">
        <w:tc>
          <w:tcPr>
            <w:tcW w:w="3261" w:type="dxa"/>
          </w:tcPr>
          <w:p w14:paraId="47D6EAD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1AFC4480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ADCA8C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E43E90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E4FB2B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2881C6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AB57F7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1848A0F" w14:textId="77777777" w:rsidTr="00E21B51">
        <w:tc>
          <w:tcPr>
            <w:tcW w:w="3261" w:type="dxa"/>
          </w:tcPr>
          <w:p w14:paraId="03B9B55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066DF51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36129B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189EC3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338675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5E1D252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34E64F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20C283AF" w14:textId="77777777" w:rsidTr="00E21B51">
        <w:tc>
          <w:tcPr>
            <w:tcW w:w="3261" w:type="dxa"/>
          </w:tcPr>
          <w:p w14:paraId="04B146F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1FFCDA6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252BB37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AE5101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0A7E7E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4793C5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A0D0696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776B9C3E" w14:textId="77777777" w:rsidTr="00E21B51">
        <w:tc>
          <w:tcPr>
            <w:tcW w:w="3261" w:type="dxa"/>
          </w:tcPr>
          <w:p w14:paraId="61428639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502414A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338D2E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6000DB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B1BBE03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2555555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EB741FF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83454" w:rsidRPr="00C95DD7" w14:paraId="5C5CBB2D" w14:textId="77777777" w:rsidTr="00E21B51">
        <w:tc>
          <w:tcPr>
            <w:tcW w:w="3261" w:type="dxa"/>
          </w:tcPr>
          <w:p w14:paraId="7655E7BD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58A8292E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640BCBA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3C94FE71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AF20AD8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296D97B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0223BCC" w14:textId="77777777" w:rsidR="00683454" w:rsidRPr="00C95DD7" w:rsidRDefault="00683454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6C85A4C8" w14:textId="77777777" w:rsidR="00683454" w:rsidRDefault="00683454" w:rsidP="00683454">
      <w:pPr>
        <w:jc w:val="both"/>
        <w:rPr>
          <w:rFonts w:ascii="Times New Roman" w:hAnsi="Times New Roman"/>
          <w:sz w:val="18"/>
          <w:szCs w:val="18"/>
        </w:rPr>
      </w:pPr>
    </w:p>
    <w:p w14:paraId="5E0F7B06" w14:textId="77777777" w:rsidR="00683454" w:rsidRPr="00762D16" w:rsidRDefault="00683454" w:rsidP="0068345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12EF8474" w14:textId="77777777" w:rsidR="00683454" w:rsidRDefault="00683454" w:rsidP="0068345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5E1E154" wp14:editId="458E11A2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BFE84" id="AutoShape 8" o:spid="_x0000_s1026" type="#_x0000_t32" style="position:absolute;margin-left:319.15pt;margin-top:11.1pt;width:156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UCTum9wBAACj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6473D94" wp14:editId="26124CC8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304C2" id="AutoShape 7" o:spid="_x0000_s1026" type="#_x0000_t32" style="position:absolute;margin-left:85.15pt;margin-top:11.05pt;width:19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A1CJ/k3wEAAKM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9B8FF81" w14:textId="77777777" w:rsidR="00683454" w:rsidRDefault="00683454" w:rsidP="00683454">
      <w:pPr>
        <w:ind w:left="2832" w:hanging="2832"/>
        <w:rPr>
          <w:rFonts w:ascii="Times New Roman" w:hAnsi="Times New Roman"/>
        </w:rPr>
      </w:pPr>
    </w:p>
    <w:p w14:paraId="192EB588" w14:textId="77777777" w:rsidR="00683454" w:rsidRPr="002A2928" w:rsidRDefault="00683454" w:rsidP="0068345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7184B6E" wp14:editId="6A128C55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039B5" id="AutoShape 10" o:spid="_x0000_s1026" type="#_x0000_t32" style="position:absolute;margin-left:364.15pt;margin-top:12.45pt;width:111pt;height:.0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Di2CzziAQAApg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49E7CC2" wp14:editId="2F24FD30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EFCB1" id="AutoShape 9" o:spid="_x0000_s1026" type="#_x0000_t32" style="position:absolute;margin-left:85.15pt;margin-top:12.45pt;width:195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2FF6E8B1" w14:textId="77777777" w:rsidR="00683454" w:rsidRDefault="00683454" w:rsidP="00683454">
      <w:pPr>
        <w:ind w:left="2835" w:hanging="2835"/>
        <w:rPr>
          <w:rFonts w:ascii="Times New Roman" w:hAnsi="Times New Roman"/>
        </w:rPr>
      </w:pPr>
    </w:p>
    <w:p w14:paraId="2E499050" w14:textId="1A809FD8" w:rsidR="00683454" w:rsidRDefault="00683454" w:rsidP="0068345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911E4B1" wp14:editId="7E7F345C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A06C6" w14:textId="77777777" w:rsidR="00683454" w:rsidRPr="002A2928" w:rsidRDefault="00683454" w:rsidP="0068345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1E4B1" id="_x0000_s1029" type="#_x0000_t202" style="position:absolute;left:0;text-align:left;margin-left:290.65pt;margin-top:15.7pt;width:184.5pt;height:17.9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DOyoIUCgIAAPk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11FA06C6" w14:textId="77777777" w:rsidR="00683454" w:rsidRPr="002A2928" w:rsidRDefault="00683454" w:rsidP="0068345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108BA5C" wp14:editId="76E24EE2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0674C" id="AutoShape 12" o:spid="_x0000_s1026" type="#_x0000_t32" style="position:absolute;margin-left:160.9pt;margin-top:11.8pt;width:119.25pt;height:.1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G/4wEAAKc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zqhRQeRh7S&#10;x33Cwi3qeVZoCtQwcO23Mfeojv4xPKD6QcLjegDfm4J+OgUOrnNE9SIkOxSYZzd9Qc0YYIIi17GL&#10;Y07JQohjmcrpOhVzTELxZb2ob2/fcXGK3+oPs0UhgOY5NkRKnw2OIhutpBTB9kNao/c8fox1YYLD&#10;A6VcGTTPAZnY4711rmyB82I6E/CiKOBljF6XWEJndcblCIr9bu2iOEBeqfJdCnoByyQboOGMoxNt&#10;MGUcNBH3XhdrMKA/XewE1p1trtD5i4RZtbP+O9SnbcwNZDV5G0orl83N6/a7X1C//q/VT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DCcUG/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2F930DB" wp14:editId="0CD42C09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58DA7" id="AutoShape 13" o:spid="_x0000_s1026" type="#_x0000_t32" style="position:absolute;margin-left:290.65pt;margin-top:11.9pt;width:184.5pt;height:.0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PatReP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2AA0D04" wp14:editId="10C231B1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73B3C" id="AutoShape 11" o:spid="_x0000_s1026" type="#_x0000_t32" style="position:absolute;margin-left:14.65pt;margin-top:11.85pt;width:124.5pt;height:.0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AyVhuP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</w:t>
      </w:r>
      <w:r w:rsidR="00AA25E0">
        <w:rPr>
          <w:rFonts w:ascii="Times New Roman" w:hAnsi="Times New Roman"/>
        </w:rPr>
        <w:t>Oucmanicích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</w:t>
      </w:r>
      <w:r w:rsidR="000C1DD3">
        <w:rPr>
          <w:rFonts w:ascii="Times New Roman" w:hAnsi="Times New Roman"/>
        </w:rPr>
        <w:t>. 20</w:t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573227E0" w14:textId="77777777" w:rsidR="00683454" w:rsidRDefault="00683454" w:rsidP="006834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3A309BE9" w14:textId="77777777" w:rsidR="00683454" w:rsidRDefault="00683454" w:rsidP="006834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75DA03D2" w14:textId="77777777" w:rsidR="00683454" w:rsidRDefault="00683454" w:rsidP="0068345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47D188BF" w14:textId="77777777" w:rsidR="00683454" w:rsidRDefault="00683454" w:rsidP="0068345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4C77F229" w14:textId="77777777" w:rsidR="00683454" w:rsidRDefault="00683454" w:rsidP="00683454">
      <w:pPr>
        <w:spacing w:line="240" w:lineRule="auto"/>
        <w:ind w:left="705" w:firstLine="3"/>
        <w:rPr>
          <w:sz w:val="18"/>
          <w:szCs w:val="18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3091E284" w14:textId="77777777" w:rsidR="00AA25E0" w:rsidRPr="006A0194" w:rsidRDefault="00AA25E0" w:rsidP="00AA25E0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67ABB0B3" w14:textId="77777777" w:rsidR="00AA25E0" w:rsidRPr="00762D16" w:rsidRDefault="00AA25E0" w:rsidP="00AA25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04F9019C" wp14:editId="5FBF7AE3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7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7DD4D" id="AutoShape 15" o:spid="_x0000_s1026" type="#_x0000_t32" style="position:absolute;margin-left:-1.1pt;margin-top:17.6pt;width:438.75pt;height:0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C+NOwg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Sudislav nad Orlicí</w:t>
      </w:r>
    </w:p>
    <w:p w14:paraId="40A6BF8F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580FA671" w14:textId="55D80EBF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4FDA3FAA" wp14:editId="02C93780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7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AE545" id="AutoShape 4" o:spid="_x0000_s1026" type="#_x0000_t32" style="position:absolute;margin-left:377.65pt;margin-top:13.2pt;width:60pt;height:0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7C62DBB3" wp14:editId="779356B1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7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0BA07" id="AutoShape 3" o:spid="_x0000_s1026" type="#_x0000_t32" style="position:absolute;margin-left:58.15pt;margin-top:13.2pt;width:222pt;height:0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2045">
        <w:rPr>
          <w:rFonts w:ascii="Times New Roman" w:hAnsi="Times New Roman"/>
        </w:rPr>
        <w:t>SMÍŠENÉ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  <w:t>0</w:t>
      </w:r>
    </w:p>
    <w:p w14:paraId="6B71208E" w14:textId="01704FA8" w:rsidR="00AA25E0" w:rsidRDefault="00AA25E0" w:rsidP="00AA25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A71AE06" wp14:editId="262E0169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7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F72D1" w14:textId="77777777" w:rsidR="00AA25E0" w:rsidRPr="002A2928" w:rsidRDefault="00AA25E0" w:rsidP="00AA25E0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1EA49F0F" w14:textId="77777777" w:rsidR="00AA25E0" w:rsidRDefault="00AA25E0" w:rsidP="00AA25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1AE06" id="_x0000_s1030" type="#_x0000_t202" style="position:absolute;margin-left:58.15pt;margin-top:16.6pt;width:379.5pt;height:16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" stroked="f">
                <v:textbox>
                  <w:txbxContent>
                    <w:p w14:paraId="6FBF72D1" w14:textId="77777777" w:rsidR="00AA25E0" w:rsidRPr="002A2928" w:rsidRDefault="00AA25E0" w:rsidP="00AA25E0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1EA49F0F" w14:textId="77777777" w:rsidR="00AA25E0" w:rsidRDefault="00AA25E0" w:rsidP="00AA25E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4DF8DBD5" wp14:editId="5F16472E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F0355" id="AutoShape 5" o:spid="_x0000_s1026" type="#_x0000_t32" style="position:absolute;margin-left:58.15pt;margin-top:11.35pt;width:379.5pt;height:0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6DFAC9D1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AA25E0" w:rsidRPr="00C95DD7" w14:paraId="053C4770" w14:textId="77777777" w:rsidTr="003F09FC">
        <w:tc>
          <w:tcPr>
            <w:tcW w:w="3261" w:type="dxa"/>
            <w:vAlign w:val="center"/>
          </w:tcPr>
          <w:p w14:paraId="491D35DC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00A81829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4BB38B33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1F0071C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4D8B79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29EC73AE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6F1EA211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AA25E0" w:rsidRPr="00C95DD7" w14:paraId="5F2F2495" w14:textId="77777777" w:rsidTr="003F09FC">
        <w:tc>
          <w:tcPr>
            <w:tcW w:w="3261" w:type="dxa"/>
          </w:tcPr>
          <w:p w14:paraId="748D3E7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69A276E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8B973B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1D97D7A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5388AF6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537FE2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01DB82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22ABB916" w14:textId="77777777" w:rsidTr="003F09FC">
        <w:tc>
          <w:tcPr>
            <w:tcW w:w="3261" w:type="dxa"/>
          </w:tcPr>
          <w:p w14:paraId="2E9B559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182FB6E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987CFF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A415A9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83C5CF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EC860D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83775B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50CFC168" w14:textId="77777777" w:rsidTr="003F09FC">
        <w:tc>
          <w:tcPr>
            <w:tcW w:w="3261" w:type="dxa"/>
          </w:tcPr>
          <w:p w14:paraId="30E83F0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58C6FF0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532A9A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3A42E8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C9A0BB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CBF81E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9E77DB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196BBD72" w14:textId="77777777" w:rsidTr="003F09FC">
        <w:tc>
          <w:tcPr>
            <w:tcW w:w="3261" w:type="dxa"/>
          </w:tcPr>
          <w:p w14:paraId="4D3B956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01DED24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C36BDE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B20DA6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6689AA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602F48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A6CC26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25FCF82E" w14:textId="77777777" w:rsidTr="003F09FC">
        <w:tc>
          <w:tcPr>
            <w:tcW w:w="3261" w:type="dxa"/>
          </w:tcPr>
          <w:p w14:paraId="554F7CD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6574B69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98EB0E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22652A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33DD9B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6D5FD6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A68151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33A8EC3F" w14:textId="77777777" w:rsidTr="003F09FC">
        <w:tc>
          <w:tcPr>
            <w:tcW w:w="3261" w:type="dxa"/>
          </w:tcPr>
          <w:p w14:paraId="74C9CFB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7D331CA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CDF769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3D5F1D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1ABEDF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BD6132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EA9658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7DE9C306" w14:textId="77777777" w:rsidTr="003F09FC">
        <w:tc>
          <w:tcPr>
            <w:tcW w:w="3261" w:type="dxa"/>
          </w:tcPr>
          <w:p w14:paraId="727BFE8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19E18D5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CF810E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3AD670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3E55593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B4C9A9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4D3D6F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1306049A" w14:textId="77777777" w:rsidTr="003F09FC">
        <w:tc>
          <w:tcPr>
            <w:tcW w:w="3261" w:type="dxa"/>
          </w:tcPr>
          <w:p w14:paraId="0BEBB78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6CECF46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96A353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A887896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0870B2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7C2B56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3B5DDA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309527E8" w14:textId="77777777" w:rsidTr="003F09FC">
        <w:tc>
          <w:tcPr>
            <w:tcW w:w="3261" w:type="dxa"/>
          </w:tcPr>
          <w:p w14:paraId="68EB37B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22C6963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77EAC0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19A6AC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BFF0CC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29A799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B36CE4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6F46D64B" w14:textId="77777777" w:rsidTr="003F09FC">
        <w:tc>
          <w:tcPr>
            <w:tcW w:w="3261" w:type="dxa"/>
          </w:tcPr>
          <w:p w14:paraId="6528B12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6520A55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072FC3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642205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1DEC3E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A0F48A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762AB0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0B97FD66" w14:textId="77777777" w:rsidR="00AA25E0" w:rsidRDefault="00AA25E0" w:rsidP="00AA25E0">
      <w:pPr>
        <w:jc w:val="both"/>
        <w:rPr>
          <w:rFonts w:ascii="Times New Roman" w:hAnsi="Times New Roman"/>
          <w:sz w:val="18"/>
          <w:szCs w:val="18"/>
        </w:rPr>
      </w:pPr>
    </w:p>
    <w:p w14:paraId="60E0F929" w14:textId="77777777" w:rsidR="00AA25E0" w:rsidRPr="00762D16" w:rsidRDefault="00AA25E0" w:rsidP="00AA25E0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31C38232" w14:textId="77777777" w:rsidR="00AA25E0" w:rsidRDefault="00AA25E0" w:rsidP="00AA25E0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4B59084" wp14:editId="74760BDD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587BA" id="AutoShape 8" o:spid="_x0000_s1026" type="#_x0000_t32" style="position:absolute;margin-left:319.15pt;margin-top:11.1pt;width:156pt;height:0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6YuT19wBAACj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6FB21D7C" wp14:editId="1F221629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1859A" id="AutoShape 7" o:spid="_x0000_s1026" type="#_x0000_t32" style="position:absolute;margin-left:85.15pt;margin-top:11.05pt;width:195pt;height: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34668C03" w14:textId="77777777" w:rsidR="00AA25E0" w:rsidRDefault="00AA25E0" w:rsidP="00AA25E0">
      <w:pPr>
        <w:ind w:left="2832" w:hanging="2832"/>
        <w:rPr>
          <w:rFonts w:ascii="Times New Roman" w:hAnsi="Times New Roman"/>
        </w:rPr>
      </w:pPr>
    </w:p>
    <w:p w14:paraId="5D160C61" w14:textId="77777777" w:rsidR="00AA25E0" w:rsidRPr="002A2928" w:rsidRDefault="00AA25E0" w:rsidP="00AA25E0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9B8DCF6" wp14:editId="4401C0CE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8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E6CD7" id="AutoShape 10" o:spid="_x0000_s1026" type="#_x0000_t32" style="position:absolute;margin-left:364.15pt;margin-top:12.45pt;width:111pt;height:.0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124E66FF" wp14:editId="64D1F50A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8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07B79" id="AutoShape 9" o:spid="_x0000_s1026" type="#_x0000_t32" style="position:absolute;margin-left:85.15pt;margin-top:12.45pt;width:195pt;height:0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31E5D568" w14:textId="77777777" w:rsidR="00AA25E0" w:rsidRDefault="00AA25E0" w:rsidP="00AA25E0">
      <w:pPr>
        <w:ind w:left="2835" w:hanging="2835"/>
        <w:rPr>
          <w:rFonts w:ascii="Times New Roman" w:hAnsi="Times New Roman"/>
        </w:rPr>
      </w:pPr>
    </w:p>
    <w:p w14:paraId="5938CD66" w14:textId="24B9C711" w:rsidR="00AA25E0" w:rsidRDefault="00AA25E0" w:rsidP="00AA25E0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65B26782" wp14:editId="0839CF21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8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FA0213" w14:textId="77777777" w:rsidR="00AA25E0" w:rsidRPr="002A2928" w:rsidRDefault="00AA25E0" w:rsidP="00AA25E0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26782" id="_x0000_s1031" type="#_x0000_t202" style="position:absolute;left:0;text-align:left;margin-left:290.65pt;margin-top:15.7pt;width:184.5pt;height:17.9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CLK5qgCgIAAPk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62FA0213" w14:textId="77777777" w:rsidR="00AA25E0" w:rsidRPr="002A2928" w:rsidRDefault="00AA25E0" w:rsidP="00AA25E0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2CCBE3DB" wp14:editId="24F10B3F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8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5EF31" id="AutoShape 12" o:spid="_x0000_s1026" type="#_x0000_t32" style="position:absolute;margin-left:160.9pt;margin-top:11.8pt;width:119.25pt;height:.1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CPYOTo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4E493CB0" wp14:editId="6AAA0CBE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8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74D65" id="AutoShape 13" o:spid="_x0000_s1026" type="#_x0000_t32" style="position:absolute;margin-left:290.65pt;margin-top:11.9pt;width:184.5pt;height:.0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18B7C8F1" wp14:editId="5DA478F3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8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BEDEB" id="AutoShape 11" o:spid="_x0000_s1026" type="#_x0000_t32" style="position:absolute;margin-left:14.65pt;margin-top:11.85pt;width:124.5pt;height:.0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Sudislavi nad Orlicí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</w:t>
      </w:r>
      <w:r w:rsidR="000C1DD3">
        <w:rPr>
          <w:rFonts w:ascii="Times New Roman" w:hAnsi="Times New Roman"/>
        </w:rPr>
        <w:t>. 20</w:t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732C9AFE" w14:textId="77777777" w:rsidR="00AA25E0" w:rsidRDefault="00AA25E0" w:rsidP="00AA25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1142F36B" w14:textId="77777777" w:rsidR="00AA25E0" w:rsidRDefault="00AA25E0" w:rsidP="00AA25E0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50810E23" w14:textId="77777777" w:rsidR="00AA25E0" w:rsidRDefault="00AA25E0" w:rsidP="00AA25E0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02082C63" w14:textId="77777777" w:rsidR="00AA25E0" w:rsidRDefault="00AA25E0" w:rsidP="00AA25E0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0E9B7303" w14:textId="77777777" w:rsidR="00AA25E0" w:rsidRPr="00762D16" w:rsidRDefault="00AA25E0" w:rsidP="00AA25E0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7C97F189" w14:textId="77777777" w:rsidR="00AA25E0" w:rsidRPr="00762D16" w:rsidRDefault="00AA25E0" w:rsidP="00AA25E0">
      <w:pPr>
        <w:jc w:val="center"/>
        <w:rPr>
          <w:rFonts w:ascii="Times New Roman" w:hAnsi="Times New Roman"/>
          <w:sz w:val="18"/>
          <w:szCs w:val="18"/>
        </w:rPr>
      </w:pPr>
    </w:p>
    <w:p w14:paraId="6C1A157E" w14:textId="77777777" w:rsidR="00AA25E0" w:rsidRPr="006A0194" w:rsidRDefault="00AA25E0" w:rsidP="00AA25E0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3FB78560" w14:textId="77777777" w:rsidR="00AA25E0" w:rsidRPr="00762D16" w:rsidRDefault="00AA25E0" w:rsidP="00AA25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09C0F359" wp14:editId="4A44547B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8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037CB" id="AutoShape 15" o:spid="_x0000_s1026" type="#_x0000_t32" style="position:absolute;margin-left:-1.1pt;margin-top:17.6pt;width:438.75pt;height:0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BrtLZJ4AEAAKQ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SH ČMS SDH Jehnědí</w:t>
      </w:r>
    </w:p>
    <w:p w14:paraId="7E847E6D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3BF31189" w14:textId="7B0FE182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3A69C089" wp14:editId="060C170C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8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C081F" id="AutoShape 4" o:spid="_x0000_s1026" type="#_x0000_t32" style="position:absolute;margin-left:377.65pt;margin-top:13.2pt;width:60pt;height:0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18DCE195" wp14:editId="6CC6C9C6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9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1F1E2" id="AutoShape 3" o:spid="_x0000_s1026" type="#_x0000_t32" style="position:absolute;margin-left:58.15pt;margin-top:13.2pt;width:222pt;height:0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2045">
        <w:rPr>
          <w:rFonts w:ascii="Times New Roman" w:hAnsi="Times New Roman"/>
        </w:rPr>
        <w:t>SMÍŠENÉ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  <w:t>0</w:t>
      </w:r>
    </w:p>
    <w:p w14:paraId="76F48B02" w14:textId="1F7DCE7D" w:rsidR="00AA25E0" w:rsidRDefault="00AA25E0" w:rsidP="00AA25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2137970F" wp14:editId="6CAAE41A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9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911AD" w14:textId="77777777" w:rsidR="00AA25E0" w:rsidRPr="002A2928" w:rsidRDefault="00AA25E0" w:rsidP="00AA25E0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4117CB3A" w14:textId="77777777" w:rsidR="00AA25E0" w:rsidRDefault="00AA25E0" w:rsidP="00AA25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7970F" id="_x0000_s1032" type="#_x0000_t202" style="position:absolute;margin-left:58.15pt;margin-top:16.6pt;width:379.5pt;height:16.2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" stroked="f">
                <v:textbox>
                  <w:txbxContent>
                    <w:p w14:paraId="10A911AD" w14:textId="77777777" w:rsidR="00AA25E0" w:rsidRPr="002A2928" w:rsidRDefault="00AA25E0" w:rsidP="00AA25E0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4117CB3A" w14:textId="77777777" w:rsidR="00AA25E0" w:rsidRDefault="00AA25E0" w:rsidP="00AA25E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72FDA87C" wp14:editId="0835A4BF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9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868C2" id="AutoShape 5" o:spid="_x0000_s1026" type="#_x0000_t32" style="position:absolute;margin-left:58.15pt;margin-top:11.35pt;width:379.5pt;height:0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>Základní kolo - okrsk</w:t>
      </w:r>
      <w:r w:rsidR="00EA676F">
        <w:rPr>
          <w:rFonts w:ascii="Times New Roman" w:hAnsi="Times New Roman"/>
          <w:b/>
          <w:sz w:val="24"/>
          <w:szCs w:val="24"/>
        </w:rPr>
        <w:t xml:space="preserve">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1E85CE8E" w14:textId="77777777" w:rsidR="00AA25E0" w:rsidRPr="00762D16" w:rsidRDefault="00AA25E0" w:rsidP="00AA25E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AA25E0" w:rsidRPr="00C95DD7" w14:paraId="6BE36DAD" w14:textId="77777777" w:rsidTr="003F09FC">
        <w:tc>
          <w:tcPr>
            <w:tcW w:w="3261" w:type="dxa"/>
            <w:vAlign w:val="center"/>
          </w:tcPr>
          <w:p w14:paraId="0E51D6C2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74A89AA7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0341F221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3F2A067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003CAD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4A249E9A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79E5470B" w14:textId="77777777" w:rsidR="00AA25E0" w:rsidRPr="00C95DD7" w:rsidRDefault="00AA25E0" w:rsidP="003F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AA25E0" w:rsidRPr="00C95DD7" w14:paraId="39598D28" w14:textId="77777777" w:rsidTr="003F09FC">
        <w:tc>
          <w:tcPr>
            <w:tcW w:w="3261" w:type="dxa"/>
          </w:tcPr>
          <w:p w14:paraId="0EF3694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2B1AA42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38176FF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762E1DE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23D3CD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253165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88CB71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2412B0AE" w14:textId="77777777" w:rsidTr="003F09FC">
        <w:tc>
          <w:tcPr>
            <w:tcW w:w="3261" w:type="dxa"/>
          </w:tcPr>
          <w:p w14:paraId="3B89052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1297B04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051E74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122B96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C2F951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878343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677916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6F4FEFD5" w14:textId="77777777" w:rsidTr="003F09FC">
        <w:tc>
          <w:tcPr>
            <w:tcW w:w="3261" w:type="dxa"/>
          </w:tcPr>
          <w:p w14:paraId="7C10D1E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2C50C0A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0FC137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182E68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5D2113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6EB853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4612ED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04892359" w14:textId="77777777" w:rsidTr="003F09FC">
        <w:tc>
          <w:tcPr>
            <w:tcW w:w="3261" w:type="dxa"/>
          </w:tcPr>
          <w:p w14:paraId="68B0C1E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600AA62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39643E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6B88F5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15F2DC7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B6C283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F4EFE9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36D5A0E2" w14:textId="77777777" w:rsidTr="003F09FC">
        <w:tc>
          <w:tcPr>
            <w:tcW w:w="3261" w:type="dxa"/>
          </w:tcPr>
          <w:p w14:paraId="1C1DCDEC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3E71A03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81D254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12B8B2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E853A4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819354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A1D731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62D57A90" w14:textId="77777777" w:rsidTr="003F09FC">
        <w:tc>
          <w:tcPr>
            <w:tcW w:w="3261" w:type="dxa"/>
          </w:tcPr>
          <w:p w14:paraId="3C89E24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10BAB86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6401B0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458F74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413AA6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17BEC3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A21841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06639862" w14:textId="77777777" w:rsidTr="003F09FC">
        <w:tc>
          <w:tcPr>
            <w:tcW w:w="3261" w:type="dxa"/>
          </w:tcPr>
          <w:p w14:paraId="32CBCB1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4F3B16F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8EC9A8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7F131F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B16B36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0EDA57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7F1129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4B535376" w14:textId="77777777" w:rsidTr="003F09FC">
        <w:tc>
          <w:tcPr>
            <w:tcW w:w="3261" w:type="dxa"/>
          </w:tcPr>
          <w:p w14:paraId="35D9937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76F9ED20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D0AE2B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55A8EE62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CCE0655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6D5D7D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4C5978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05714AE0" w14:textId="77777777" w:rsidTr="003F09FC">
        <w:tc>
          <w:tcPr>
            <w:tcW w:w="3261" w:type="dxa"/>
          </w:tcPr>
          <w:p w14:paraId="56B5B6E6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14367803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08A6D87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3CC259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9CB57E4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8F7A298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F254FBF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A25E0" w:rsidRPr="00C95DD7" w14:paraId="30C15F87" w14:textId="77777777" w:rsidTr="003F09FC">
        <w:tc>
          <w:tcPr>
            <w:tcW w:w="3261" w:type="dxa"/>
          </w:tcPr>
          <w:p w14:paraId="665229D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791C45B1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CAA8BAA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5BCD60B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86C434D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C5EE2F9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F3649FE" w14:textId="77777777" w:rsidR="00AA25E0" w:rsidRPr="00C95DD7" w:rsidRDefault="00AA25E0" w:rsidP="003F09F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057A981C" w14:textId="77777777" w:rsidR="00AA25E0" w:rsidRDefault="00AA25E0" w:rsidP="00AA25E0">
      <w:pPr>
        <w:jc w:val="both"/>
        <w:rPr>
          <w:rFonts w:ascii="Times New Roman" w:hAnsi="Times New Roman"/>
          <w:sz w:val="18"/>
          <w:szCs w:val="18"/>
        </w:rPr>
      </w:pPr>
    </w:p>
    <w:p w14:paraId="4B2A2A63" w14:textId="77777777" w:rsidR="00AA25E0" w:rsidRPr="00762D16" w:rsidRDefault="00AA25E0" w:rsidP="00AA25E0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2BA8E4FE" w14:textId="77777777" w:rsidR="00AA25E0" w:rsidRDefault="00AA25E0" w:rsidP="00AA25E0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0CFDE511" wp14:editId="03498111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9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961B1" id="AutoShape 8" o:spid="_x0000_s1026" type="#_x0000_t32" style="position:absolute;margin-left:319.15pt;margin-top:11.1pt;width:156pt;height:0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35E90C05" wp14:editId="487EE10D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19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A977A" id="AutoShape 7" o:spid="_x0000_s1026" type="#_x0000_t32" style="position:absolute;margin-left:85.15pt;margin-top:11.05pt;width:195pt;height:0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965B3A0" w14:textId="77777777" w:rsidR="00AA25E0" w:rsidRDefault="00AA25E0" w:rsidP="00AA25E0">
      <w:pPr>
        <w:ind w:left="2832" w:hanging="2832"/>
        <w:rPr>
          <w:rFonts w:ascii="Times New Roman" w:hAnsi="Times New Roman"/>
        </w:rPr>
      </w:pPr>
    </w:p>
    <w:p w14:paraId="1DA8C251" w14:textId="77777777" w:rsidR="00AA25E0" w:rsidRPr="002A2928" w:rsidRDefault="00AA25E0" w:rsidP="00AA25E0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468C9A45" wp14:editId="1B072E26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19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DD082" id="AutoShape 10" o:spid="_x0000_s1026" type="#_x0000_t32" style="position:absolute;margin-left:364.15pt;margin-top:12.45pt;width:111pt;height:.0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NlxfLziAQAApg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D821C8D" wp14:editId="038E48A2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19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311CA" id="AutoShape 9" o:spid="_x0000_s1026" type="#_x0000_t32" style="position:absolute;margin-left:85.15pt;margin-top:12.45pt;width:195pt;height:0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6E3351F3" w14:textId="77777777" w:rsidR="00AA25E0" w:rsidRDefault="00AA25E0" w:rsidP="00AA25E0">
      <w:pPr>
        <w:ind w:left="2835" w:hanging="2835"/>
        <w:rPr>
          <w:rFonts w:ascii="Times New Roman" w:hAnsi="Times New Roman"/>
        </w:rPr>
      </w:pPr>
    </w:p>
    <w:p w14:paraId="41DBBDC8" w14:textId="3928F699" w:rsidR="00AA25E0" w:rsidRDefault="00AA25E0" w:rsidP="00AA25E0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048528A0" wp14:editId="03743754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9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4751A" w14:textId="77777777" w:rsidR="00AA25E0" w:rsidRPr="002A2928" w:rsidRDefault="00AA25E0" w:rsidP="00AA25E0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528A0" id="_x0000_s1033" type="#_x0000_t202" style="position:absolute;left:0;text-align:left;margin-left:290.65pt;margin-top:15.7pt;width:184.5pt;height:17.9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" stroked="f">
                <v:textbox>
                  <w:txbxContent>
                    <w:p w14:paraId="4454751A" w14:textId="77777777" w:rsidR="00AA25E0" w:rsidRPr="002A2928" w:rsidRDefault="00AA25E0" w:rsidP="00AA25E0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1C7B43A5" wp14:editId="3FDED846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9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BFE5C" id="AutoShape 12" o:spid="_x0000_s1026" type="#_x0000_t32" style="position:absolute;margin-left:160.9pt;margin-top:11.8pt;width:119.25pt;height:.1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DVq3IA4wEAAKc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631BCC45" wp14:editId="3C7860E9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9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F2A97" id="AutoShape 13" o:spid="_x0000_s1026" type="#_x0000_t32" style="position:absolute;margin-left:290.65pt;margin-top:11.9pt;width:184.5pt;height:.0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P+Swh/jAQAApg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712AAF6C" wp14:editId="0D98A7D7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20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BC2B1" id="AutoShape 11" o:spid="_x0000_s1026" type="#_x0000_t32" style="position:absolute;margin-left:14.65pt;margin-top:11.85pt;width:124.5pt;height:.0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 Jehnědí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</w:t>
      </w:r>
      <w:r w:rsidR="000C1DD3">
        <w:rPr>
          <w:rFonts w:ascii="Times New Roman" w:hAnsi="Times New Roman"/>
        </w:rPr>
        <w:t>. 20</w:t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260C67B7" w14:textId="77777777" w:rsidR="00AA25E0" w:rsidRDefault="00AA25E0" w:rsidP="00AA25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44F3AAF3" w14:textId="77777777" w:rsidR="00AA25E0" w:rsidRDefault="00AA25E0" w:rsidP="00AA25E0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52F21374" w14:textId="77777777" w:rsidR="00AA25E0" w:rsidRDefault="00AA25E0" w:rsidP="00AA25E0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2BE1278D" w14:textId="77777777" w:rsidR="00AA25E0" w:rsidRDefault="00AA25E0" w:rsidP="00AA25E0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77B720F7" w14:textId="77777777" w:rsidR="00AA25E0" w:rsidRPr="00762D16" w:rsidRDefault="00AA25E0" w:rsidP="00AA25E0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47788E47" w14:textId="77777777" w:rsidR="00917FF4" w:rsidRPr="006A0194" w:rsidRDefault="00917FF4" w:rsidP="00917FF4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76F71F05" w14:textId="77777777" w:rsidR="00917FF4" w:rsidRPr="00762D16" w:rsidRDefault="00917FF4" w:rsidP="00917FF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346BA245" wp14:editId="203D0FA1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F1C66" id="AutoShape 15" o:spid="_x0000_s1026" type="#_x0000_t32" style="position:absolute;margin-left:-1.1pt;margin-top:17.6pt;width:438.75pt;height:0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SH ČMS SDH </w:t>
      </w:r>
      <w:r w:rsidR="00CE70E1">
        <w:rPr>
          <w:rFonts w:ascii="Times New Roman" w:hAnsi="Times New Roman"/>
          <w:b/>
          <w:sz w:val="24"/>
          <w:szCs w:val="24"/>
        </w:rPr>
        <w:t>Voděrady-Džbánov</w:t>
      </w:r>
    </w:p>
    <w:p w14:paraId="016DEBDF" w14:textId="77777777" w:rsidR="00917FF4" w:rsidRPr="00762D16" w:rsidRDefault="00917FF4" w:rsidP="00917FF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70FE7099" w14:textId="7E64D56D" w:rsidR="00917FF4" w:rsidRPr="00762D16" w:rsidRDefault="00917FF4" w:rsidP="00917FF4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618D4FCE" wp14:editId="053B7425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24AB5" id="AutoShape 4" o:spid="_x0000_s1026" type="#_x0000_t32" style="position:absolute;margin-left:377.65pt;margin-top:13.2pt;width:60pt;height:0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54E36EE8" wp14:editId="34228E5A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4DF9D" id="AutoShape 3" o:spid="_x0000_s1026" type="#_x0000_t32" style="position:absolute;margin-left:58.15pt;margin-top:13.2pt;width:222pt;height:0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2045">
        <w:rPr>
          <w:rFonts w:ascii="Times New Roman" w:hAnsi="Times New Roman"/>
        </w:rPr>
        <w:t>SMÍŠENÉ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  <w:t>0</w:t>
      </w:r>
    </w:p>
    <w:p w14:paraId="6C328C53" w14:textId="7F7F1BE2" w:rsidR="00917FF4" w:rsidRDefault="00917FF4" w:rsidP="00917FF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CBBE4E5" wp14:editId="3F48E2A2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A7C621" w14:textId="77777777" w:rsidR="00917FF4" w:rsidRPr="002A2928" w:rsidRDefault="00917FF4" w:rsidP="00917FF4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5168AD8A" w14:textId="77777777" w:rsidR="00917FF4" w:rsidRDefault="00917FF4" w:rsidP="00917F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BE4E5" id="_x0000_s1034" type="#_x0000_t202" style="position:absolute;margin-left:58.15pt;margin-top:16.6pt;width:379.5pt;height:16.2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" stroked="f">
                <v:textbox>
                  <w:txbxContent>
                    <w:p w14:paraId="3AA7C621" w14:textId="77777777" w:rsidR="00917FF4" w:rsidRPr="002A2928" w:rsidRDefault="00917FF4" w:rsidP="00917FF4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5168AD8A" w14:textId="77777777" w:rsidR="00917FF4" w:rsidRDefault="00917FF4" w:rsidP="00917FF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6A2B3897" wp14:editId="1726ED99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A1F24" id="AutoShape 5" o:spid="_x0000_s1026" type="#_x0000_t32" style="position:absolute;margin-left:58.15pt;margin-top:11.35pt;width:379.5pt;height:0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 xml:space="preserve">Základní kolo - okrskové - v PS 7. okrsku </w:t>
      </w:r>
      <w:r w:rsidR="008A14C0">
        <w:rPr>
          <w:rFonts w:ascii="Times New Roman" w:hAnsi="Times New Roman"/>
          <w:b/>
          <w:sz w:val="24"/>
          <w:szCs w:val="24"/>
        </w:rPr>
        <w:t xml:space="preserve">Sudislav nad Orlicí </w:t>
      </w:r>
      <w:r w:rsidR="00EA676F">
        <w:rPr>
          <w:rFonts w:ascii="Times New Roman" w:hAnsi="Times New Roman"/>
          <w:b/>
          <w:sz w:val="24"/>
          <w:szCs w:val="24"/>
        </w:rPr>
        <w:t>2</w:t>
      </w:r>
      <w:r w:rsidR="008A14C0">
        <w:rPr>
          <w:rFonts w:ascii="Times New Roman" w:hAnsi="Times New Roman"/>
          <w:b/>
          <w:sz w:val="24"/>
          <w:szCs w:val="24"/>
        </w:rPr>
        <w:t>7</w:t>
      </w:r>
      <w:r w:rsidR="00EA676F">
        <w:rPr>
          <w:rFonts w:ascii="Times New Roman" w:hAnsi="Times New Roman"/>
          <w:b/>
          <w:sz w:val="24"/>
          <w:szCs w:val="24"/>
        </w:rPr>
        <w:t>. 05. 202</w:t>
      </w:r>
      <w:r w:rsidR="008A14C0">
        <w:rPr>
          <w:rFonts w:ascii="Times New Roman" w:hAnsi="Times New Roman"/>
          <w:b/>
          <w:sz w:val="24"/>
          <w:szCs w:val="24"/>
        </w:rPr>
        <w:t>3</w:t>
      </w:r>
    </w:p>
    <w:p w14:paraId="6A3E435C" w14:textId="77777777" w:rsidR="00917FF4" w:rsidRPr="00762D16" w:rsidRDefault="00917FF4" w:rsidP="00917FF4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917FF4" w:rsidRPr="00C95DD7" w14:paraId="50990CBA" w14:textId="77777777" w:rsidTr="00C352CF">
        <w:tc>
          <w:tcPr>
            <w:tcW w:w="3261" w:type="dxa"/>
            <w:vAlign w:val="center"/>
          </w:tcPr>
          <w:p w14:paraId="71AB2052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4D03EC50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2A8DA316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6B65DA9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33C7A0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767E3DE8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6419E5FD" w14:textId="77777777" w:rsidR="00917FF4" w:rsidRPr="00C95DD7" w:rsidRDefault="00917FF4" w:rsidP="00C352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917FF4" w:rsidRPr="00C95DD7" w14:paraId="779DF07A" w14:textId="77777777" w:rsidTr="00C352CF">
        <w:tc>
          <w:tcPr>
            <w:tcW w:w="3261" w:type="dxa"/>
          </w:tcPr>
          <w:p w14:paraId="1A8A120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3DE2D4A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204443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38BA9587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9072CD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34F206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D9BA88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1A090222" w14:textId="77777777" w:rsidTr="00C352CF">
        <w:tc>
          <w:tcPr>
            <w:tcW w:w="3261" w:type="dxa"/>
          </w:tcPr>
          <w:p w14:paraId="011F6E9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2DE12FB4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2EFD85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364C7A88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F05969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46E5B6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8B605C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01E579F5" w14:textId="77777777" w:rsidTr="00C352CF">
        <w:tc>
          <w:tcPr>
            <w:tcW w:w="3261" w:type="dxa"/>
          </w:tcPr>
          <w:p w14:paraId="66A38D78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2B771A7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340552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6106D6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F42AC69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BDD32B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FEFE9B5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2A873217" w14:textId="77777777" w:rsidTr="00C352CF">
        <w:tc>
          <w:tcPr>
            <w:tcW w:w="3261" w:type="dxa"/>
          </w:tcPr>
          <w:p w14:paraId="5B845E2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001C05B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E12F86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8D105A7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15D2A54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D1C0EF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87779C4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27E63485" w14:textId="77777777" w:rsidTr="00C352CF">
        <w:tc>
          <w:tcPr>
            <w:tcW w:w="3261" w:type="dxa"/>
          </w:tcPr>
          <w:p w14:paraId="1F9966B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5B05289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6FF3A4C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104C09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E5DC636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E89DF9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A541CE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1477030B" w14:textId="77777777" w:rsidTr="00C352CF">
        <w:tc>
          <w:tcPr>
            <w:tcW w:w="3261" w:type="dxa"/>
          </w:tcPr>
          <w:p w14:paraId="4579A14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662D7EF4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A6C462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26CB6AF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4D3F6E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32B4B079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8E2EBA5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6FF8FE55" w14:textId="77777777" w:rsidTr="00C352CF">
        <w:tc>
          <w:tcPr>
            <w:tcW w:w="3261" w:type="dxa"/>
          </w:tcPr>
          <w:p w14:paraId="34BC7844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3D5E962E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0B4358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C758B0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4644ED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7321F4C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8E7642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2EAA5787" w14:textId="77777777" w:rsidTr="00C352CF">
        <w:tc>
          <w:tcPr>
            <w:tcW w:w="3261" w:type="dxa"/>
          </w:tcPr>
          <w:p w14:paraId="3E41F37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03272948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0674FF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673F2B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0933B04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EFF2E9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EAA8482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3701B8FD" w14:textId="77777777" w:rsidTr="00C352CF">
        <w:tc>
          <w:tcPr>
            <w:tcW w:w="3261" w:type="dxa"/>
          </w:tcPr>
          <w:p w14:paraId="57ECA9E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2D3E4D1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4A216811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7EA22AC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E5086B0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24BD8C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2C8A8D5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17FF4" w:rsidRPr="00C95DD7" w14:paraId="79D4972C" w14:textId="77777777" w:rsidTr="00C352CF">
        <w:tc>
          <w:tcPr>
            <w:tcW w:w="3261" w:type="dxa"/>
          </w:tcPr>
          <w:p w14:paraId="582291EF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4145575D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C3566F3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7BB3BCA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4F1811B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FF2E902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4E1E9D6" w14:textId="77777777" w:rsidR="00917FF4" w:rsidRPr="00C95DD7" w:rsidRDefault="00917FF4" w:rsidP="00C352C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6BB86A6B" w14:textId="77777777" w:rsidR="00917FF4" w:rsidRDefault="00917FF4" w:rsidP="00917FF4">
      <w:pPr>
        <w:jc w:val="both"/>
        <w:rPr>
          <w:rFonts w:ascii="Times New Roman" w:hAnsi="Times New Roman"/>
          <w:sz w:val="18"/>
          <w:szCs w:val="18"/>
        </w:rPr>
      </w:pPr>
    </w:p>
    <w:p w14:paraId="1CD77965" w14:textId="77777777" w:rsidR="00917FF4" w:rsidRPr="00762D16" w:rsidRDefault="00917FF4" w:rsidP="00917FF4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1158C82C" w14:textId="77777777" w:rsidR="00917FF4" w:rsidRDefault="00917FF4" w:rsidP="00917FF4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4B75B9E8" wp14:editId="7E69E360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C781D" id="AutoShape 8" o:spid="_x0000_s1026" type="#_x0000_t32" style="position:absolute;margin-left:319.15pt;margin-top:11.1pt;width:156pt;height:0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3F44E1DF" wp14:editId="5099F590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1B1E5" id="AutoShape 7" o:spid="_x0000_s1026" type="#_x0000_t32" style="position:absolute;margin-left:85.15pt;margin-top:11.05pt;width:195pt;height:0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16040778" w14:textId="77777777" w:rsidR="00917FF4" w:rsidRDefault="00917FF4" w:rsidP="00917FF4">
      <w:pPr>
        <w:ind w:left="2832" w:hanging="2832"/>
        <w:rPr>
          <w:rFonts w:ascii="Times New Roman" w:hAnsi="Times New Roman"/>
        </w:rPr>
      </w:pPr>
    </w:p>
    <w:p w14:paraId="339F4503" w14:textId="77777777" w:rsidR="00917FF4" w:rsidRPr="002A2928" w:rsidRDefault="00917FF4" w:rsidP="00917FF4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3D6E6F14" wp14:editId="50A81CF8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3A53" id="AutoShape 10" o:spid="_x0000_s1026" type="#_x0000_t32" style="position:absolute;margin-left:364.15pt;margin-top:12.45pt;width:111pt;height:.0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5C6C339A" wp14:editId="3E048F29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77BE0" id="AutoShape 9" o:spid="_x0000_s1026" type="#_x0000_t32" style="position:absolute;margin-left:85.15pt;margin-top:12.45pt;width:195pt;height:0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00274355" w14:textId="77777777" w:rsidR="00917FF4" w:rsidRDefault="00917FF4" w:rsidP="00917FF4">
      <w:pPr>
        <w:ind w:left="2835" w:hanging="2835"/>
        <w:rPr>
          <w:rFonts w:ascii="Times New Roman" w:hAnsi="Times New Roman"/>
        </w:rPr>
      </w:pPr>
    </w:p>
    <w:p w14:paraId="7D4ED30A" w14:textId="3A0F6FB6" w:rsidR="00917FF4" w:rsidRDefault="00917FF4" w:rsidP="00917FF4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4FF4E72B" wp14:editId="01553D35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02242" w14:textId="77777777" w:rsidR="00917FF4" w:rsidRPr="002A2928" w:rsidRDefault="00917FF4" w:rsidP="00917FF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4E72B" id="_x0000_s1035" type="#_x0000_t202" style="position:absolute;left:0;text-align:left;margin-left:290.65pt;margin-top:15.7pt;width:184.5pt;height:17.9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" stroked="f">
                <v:textbox>
                  <w:txbxContent>
                    <w:p w14:paraId="36502242" w14:textId="77777777" w:rsidR="00917FF4" w:rsidRPr="002A2928" w:rsidRDefault="00917FF4" w:rsidP="00917FF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3E19D2E6" wp14:editId="7FBCA7AE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EE8A9" id="AutoShape 12" o:spid="_x0000_s1026" type="#_x0000_t32" style="position:absolute;margin-left:160.9pt;margin-top:11.8pt;width:119.25pt;height:.1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0379B99F" wp14:editId="6FD2C287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CAA15" id="AutoShape 13" o:spid="_x0000_s1026" type="#_x0000_t32" style="position:absolute;margin-left:290.65pt;margin-top:11.9pt;width:184.5pt;height:.05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037DB6F9" wp14:editId="08E120BD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C5845" id="AutoShape 11" o:spid="_x0000_s1026" type="#_x0000_t32" style="position:absolute;margin-left:14.65pt;margin-top:11.85pt;width:124.5pt;height:.0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>V</w:t>
      </w:r>
      <w:r w:rsidR="00CE70E1">
        <w:rPr>
          <w:rFonts w:ascii="Times New Roman" w:hAnsi="Times New Roman"/>
        </w:rPr>
        <w:t>e Voděrady-Džbánov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7</w:t>
      </w:r>
      <w:r w:rsidR="000C1DD3">
        <w:rPr>
          <w:rFonts w:ascii="Times New Roman" w:hAnsi="Times New Roman"/>
        </w:rPr>
        <w:t>. 0</w:t>
      </w:r>
      <w:r w:rsidR="00EA676F">
        <w:rPr>
          <w:rFonts w:ascii="Times New Roman" w:hAnsi="Times New Roman"/>
        </w:rPr>
        <w:t>5</w:t>
      </w:r>
      <w:r w:rsidR="000C1DD3">
        <w:rPr>
          <w:rFonts w:ascii="Times New Roman" w:hAnsi="Times New Roman"/>
        </w:rPr>
        <w:t>. 20</w:t>
      </w:r>
      <w:r w:rsidR="00EA676F">
        <w:rPr>
          <w:rFonts w:ascii="Times New Roman" w:hAnsi="Times New Roman"/>
        </w:rPr>
        <w:t>2</w:t>
      </w:r>
      <w:r w:rsidR="008A14C0">
        <w:rPr>
          <w:rFonts w:ascii="Times New Roman" w:hAnsi="Times New Roman"/>
        </w:rPr>
        <w:t>3</w:t>
      </w:r>
      <w:r>
        <w:rPr>
          <w:rFonts w:ascii="Times New Roman" w:hAnsi="Times New Roman"/>
        </w:rPr>
        <w:br/>
      </w:r>
    </w:p>
    <w:p w14:paraId="54032B8E" w14:textId="77777777" w:rsidR="00917FF4" w:rsidRDefault="00917FF4" w:rsidP="00917F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18AAD7A8" w14:textId="77777777" w:rsidR="00917FF4" w:rsidRDefault="00917FF4" w:rsidP="00917FF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6D1FFF2D" w14:textId="77777777" w:rsidR="00917FF4" w:rsidRDefault="00917FF4" w:rsidP="00917FF4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7F8D558F" w14:textId="77777777" w:rsidR="00917FF4" w:rsidRDefault="00917FF4" w:rsidP="00917FF4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6C1844A9" w14:textId="77777777" w:rsidR="00917FF4" w:rsidRPr="00762D16" w:rsidRDefault="00917FF4" w:rsidP="00917FF4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7A0EEF04" w14:textId="7737DC76" w:rsidR="00AA25E0" w:rsidRDefault="00AA25E0" w:rsidP="00683454">
      <w:pPr>
        <w:spacing w:line="240" w:lineRule="auto"/>
        <w:ind w:left="705" w:firstLine="3"/>
        <w:rPr>
          <w:rFonts w:ascii="Times New Roman" w:hAnsi="Times New Roman"/>
        </w:rPr>
      </w:pPr>
    </w:p>
    <w:p w14:paraId="58C07BD4" w14:textId="77777777" w:rsidR="000E2045" w:rsidRPr="006A0194" w:rsidRDefault="000E2045" w:rsidP="000E2045">
      <w:pPr>
        <w:jc w:val="center"/>
        <w:rPr>
          <w:rFonts w:ascii="Times New Roman" w:hAnsi="Times New Roman"/>
          <w:b/>
          <w:sz w:val="28"/>
          <w:szCs w:val="28"/>
        </w:rPr>
      </w:pPr>
      <w:r w:rsidRPr="006A0194">
        <w:rPr>
          <w:rFonts w:ascii="Times New Roman" w:hAnsi="Times New Roman"/>
          <w:b/>
          <w:sz w:val="28"/>
          <w:szCs w:val="28"/>
        </w:rPr>
        <w:lastRenderedPageBreak/>
        <w:t>PŘIHLÁŠKA</w:t>
      </w:r>
      <w:r w:rsidRPr="006A0194">
        <w:rPr>
          <w:rFonts w:ascii="Times New Roman" w:hAnsi="Times New Roman"/>
          <w:b/>
          <w:sz w:val="28"/>
          <w:szCs w:val="28"/>
        </w:rPr>
        <w:br/>
        <w:t>do soutěže v požárním sportu</w:t>
      </w:r>
    </w:p>
    <w:p w14:paraId="6B5B6408" w14:textId="098DDD8E" w:rsidR="000E2045" w:rsidRPr="00762D16" w:rsidRDefault="000E2045" w:rsidP="000E204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1C1054E9" wp14:editId="399621D2">
                <wp:simplePos x="0" y="0"/>
                <wp:positionH relativeFrom="column">
                  <wp:posOffset>-13970</wp:posOffset>
                </wp:positionH>
                <wp:positionV relativeFrom="paragraph">
                  <wp:posOffset>223520</wp:posOffset>
                </wp:positionV>
                <wp:extent cx="5572125" cy="0"/>
                <wp:effectExtent l="9525" t="9525" r="9525" b="9525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EAFF8" id="AutoShape 15" o:spid="_x0000_s1026" type="#_x0000_t32" style="position:absolute;margin-left:-1.1pt;margin-top:17.6pt;width:438.75pt;height:0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SH ČMS SDH </w:t>
      </w:r>
      <w:r>
        <w:rPr>
          <w:rFonts w:ascii="Times New Roman" w:hAnsi="Times New Roman"/>
          <w:b/>
          <w:sz w:val="24"/>
          <w:szCs w:val="24"/>
        </w:rPr>
        <w:t>Loučky</w:t>
      </w:r>
    </w:p>
    <w:p w14:paraId="2C1975F4" w14:textId="77777777" w:rsidR="000E2045" w:rsidRPr="00762D16" w:rsidRDefault="000E2045" w:rsidP="000E2045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přihlašuje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33D0A">
        <w:rPr>
          <w:rFonts w:ascii="Times New Roman" w:hAnsi="Times New Roman"/>
          <w:i/>
        </w:rPr>
        <w:t>(organizace)</w:t>
      </w:r>
    </w:p>
    <w:p w14:paraId="67CECC9B" w14:textId="77777777" w:rsidR="000E2045" w:rsidRPr="00762D16" w:rsidRDefault="000E2045" w:rsidP="000E2045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4F9C5173" wp14:editId="3AED92A7">
                <wp:simplePos x="0" y="0"/>
                <wp:positionH relativeFrom="column">
                  <wp:posOffset>4796155</wp:posOffset>
                </wp:positionH>
                <wp:positionV relativeFrom="paragraph">
                  <wp:posOffset>167640</wp:posOffset>
                </wp:positionV>
                <wp:extent cx="762000" cy="0"/>
                <wp:effectExtent l="9525" t="12700" r="9525" b="15875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66D65" id="AutoShape 4" o:spid="_x0000_s1026" type="#_x0000_t32" style="position:absolute;margin-left:377.65pt;margin-top:13.2pt;width:60pt;height:0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471FDD65" wp14:editId="2C7D4588">
                <wp:simplePos x="0" y="0"/>
                <wp:positionH relativeFrom="column">
                  <wp:posOffset>738505</wp:posOffset>
                </wp:positionH>
                <wp:positionV relativeFrom="paragraph">
                  <wp:posOffset>167640</wp:posOffset>
                </wp:positionV>
                <wp:extent cx="2819400" cy="0"/>
                <wp:effectExtent l="9525" t="12700" r="9525" b="15875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15BB5" id="AutoShape 3" o:spid="_x0000_s1026" type="#_x0000_t32" style="position:absolute;margin-left:58.15pt;margin-top:13.2pt;width:222pt;height:0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družstvo:*</w:t>
      </w:r>
      <w:r w:rsidRPr="00762D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SMÍŠENÉ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2D16">
        <w:rPr>
          <w:rFonts w:ascii="Times New Roman" w:hAnsi="Times New Roman"/>
        </w:rPr>
        <w:t>jednotlivce* - počet</w:t>
      </w:r>
      <w:r>
        <w:rPr>
          <w:rFonts w:ascii="Times New Roman" w:hAnsi="Times New Roman"/>
        </w:rPr>
        <w:tab/>
        <w:t>0</w:t>
      </w:r>
    </w:p>
    <w:p w14:paraId="038C54A4" w14:textId="77777777" w:rsidR="000E2045" w:rsidRDefault="000E2045" w:rsidP="000E204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5CE14414" wp14:editId="48FD8CA8">
                <wp:simplePos x="0" y="0"/>
                <wp:positionH relativeFrom="column">
                  <wp:posOffset>738505</wp:posOffset>
                </wp:positionH>
                <wp:positionV relativeFrom="paragraph">
                  <wp:posOffset>210820</wp:posOffset>
                </wp:positionV>
                <wp:extent cx="4819650" cy="206375"/>
                <wp:effectExtent l="0" t="3175" r="0" b="0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12418" w14:textId="77777777" w:rsidR="000E2045" w:rsidRPr="002A2928" w:rsidRDefault="000E2045" w:rsidP="000E2045">
                            <w:pPr>
                              <w:ind w:left="1416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(název soutěže)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ab/>
                              <w:t>(místo a datum konání)</w:t>
                            </w:r>
                          </w:p>
                          <w:p w14:paraId="0CD2B218" w14:textId="77777777" w:rsidR="000E2045" w:rsidRDefault="000E2045" w:rsidP="000E20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14414" id="_x0000_s1036" type="#_x0000_t202" style="position:absolute;margin-left:58.15pt;margin-top:16.6pt;width:379.5pt;height:16.2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" stroked="f">
                <v:textbox>
                  <w:txbxContent>
                    <w:p w14:paraId="7E012418" w14:textId="77777777" w:rsidR="000E2045" w:rsidRPr="002A2928" w:rsidRDefault="000E2045" w:rsidP="000E2045">
                      <w:pPr>
                        <w:ind w:left="1416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(název soutěže)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               </w:t>
                      </w: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ab/>
                        <w:t>(místo a datum konání)</w:t>
                      </w:r>
                    </w:p>
                    <w:p w14:paraId="0CD2B218" w14:textId="77777777" w:rsidR="000E2045" w:rsidRDefault="000E2045" w:rsidP="000E204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4209D742" wp14:editId="0E93CABB">
                <wp:simplePos x="0" y="0"/>
                <wp:positionH relativeFrom="column">
                  <wp:posOffset>738505</wp:posOffset>
                </wp:positionH>
                <wp:positionV relativeFrom="paragraph">
                  <wp:posOffset>144145</wp:posOffset>
                </wp:positionV>
                <wp:extent cx="4819650" cy="0"/>
                <wp:effectExtent l="9525" t="12700" r="9525" b="15875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A45B6" id="AutoShape 5" o:spid="_x0000_s1026" type="#_x0000_t32" style="position:absolute;margin-left:58.15pt;margin-top:11.35pt;width:379.5pt;height:0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" strokeweight="1.5pt">
                <v:stroke dashstyle="1 1" endcap="round"/>
              </v:shape>
            </w:pict>
          </mc:Fallback>
        </mc:AlternateContent>
      </w:r>
      <w:r w:rsidRPr="006A0194">
        <w:rPr>
          <w:rFonts w:ascii="Times New Roman" w:hAnsi="Times New Roman"/>
          <w:b/>
          <w:sz w:val="24"/>
          <w:szCs w:val="24"/>
        </w:rPr>
        <w:t>na soutěž:</w:t>
      </w:r>
      <w:r>
        <w:rPr>
          <w:rFonts w:ascii="Times New Roman" w:hAnsi="Times New Roman"/>
          <w:b/>
          <w:sz w:val="24"/>
          <w:szCs w:val="24"/>
        </w:rPr>
        <w:tab/>
        <w:t>Základní kolo - okrskové - v PS 7. okrsku Sudislav nad Orlicí 27. 05. 2023</w:t>
      </w:r>
    </w:p>
    <w:p w14:paraId="3997D47F" w14:textId="77777777" w:rsidR="000E2045" w:rsidRPr="00762D16" w:rsidRDefault="000E2045" w:rsidP="000E2045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6A0194">
        <w:rPr>
          <w:rFonts w:ascii="Times New Roman" w:hAnsi="Times New Roman"/>
          <w:b/>
          <w:sz w:val="24"/>
          <w:szCs w:val="24"/>
        </w:rPr>
        <w:t>v kategorii:</w:t>
      </w:r>
      <w:r>
        <w:rPr>
          <w:rFonts w:ascii="Times New Roman" w:hAnsi="Times New Roman"/>
          <w:b/>
          <w:sz w:val="24"/>
          <w:szCs w:val="24"/>
        </w:rPr>
        <w:tab/>
      </w:r>
      <w:r w:rsidRPr="00683454">
        <w:rPr>
          <w:rFonts w:ascii="Times New Roman" w:hAnsi="Times New Roman"/>
          <w:strike/>
        </w:rPr>
        <w:t>profesionální hasiči</w:t>
      </w: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683454">
        <w:rPr>
          <w:rFonts w:ascii="Times New Roman" w:hAnsi="Times New Roman"/>
          <w:b/>
        </w:rPr>
        <w:t>členové spolků</w:t>
      </w:r>
      <w:r w:rsidRPr="000A417F">
        <w:rPr>
          <w:rFonts w:ascii="Times New Roman" w:hAnsi="Times New Roman"/>
        </w:rPr>
        <w:t>*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k plnění disciplín: </w:t>
      </w:r>
      <w:r w:rsidRPr="00683454">
        <w:rPr>
          <w:rFonts w:ascii="Times New Roman" w:hAnsi="Times New Roman"/>
          <w:strike/>
        </w:rPr>
        <w:t>výstup na cvičnou věž</w:t>
      </w:r>
      <w:r w:rsidRPr="00233D0A">
        <w:rPr>
          <w:rFonts w:ascii="Times New Roman" w:hAnsi="Times New Roman"/>
        </w:rPr>
        <w:t>*,</w:t>
      </w:r>
      <w:r>
        <w:rPr>
          <w:rFonts w:ascii="Times New Roman" w:hAnsi="Times New Roman"/>
          <w:b/>
        </w:rPr>
        <w:t xml:space="preserve"> </w:t>
      </w:r>
      <w:r w:rsidRPr="00E21B51">
        <w:rPr>
          <w:rFonts w:ascii="Times New Roman" w:hAnsi="Times New Roman"/>
          <w:strike/>
        </w:rPr>
        <w:t>100 m</w:t>
      </w:r>
      <w:r w:rsidRPr="00762D16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strike/>
        </w:rPr>
        <w:t>štafeta</w:t>
      </w:r>
      <w:r w:rsidRPr="000A417F">
        <w:rPr>
          <w:rFonts w:ascii="Times New Roman" w:hAnsi="Times New Roman"/>
        </w:rPr>
        <w:t>*,</w:t>
      </w:r>
      <w:r>
        <w:rPr>
          <w:rFonts w:ascii="Times New Roman" w:hAnsi="Times New Roman"/>
        </w:rPr>
        <w:t xml:space="preserve"> </w:t>
      </w:r>
      <w:r w:rsidRPr="00762D16">
        <w:rPr>
          <w:rFonts w:ascii="Times New Roman" w:hAnsi="Times New Roman"/>
        </w:rPr>
        <w:t xml:space="preserve"> </w:t>
      </w:r>
      <w:r w:rsidRPr="00683454">
        <w:rPr>
          <w:rFonts w:ascii="Times New Roman" w:hAnsi="Times New Roman"/>
          <w:b/>
        </w:rPr>
        <w:t>požární útok</w:t>
      </w:r>
      <w:r w:rsidRPr="00762D16">
        <w:rPr>
          <w:rFonts w:ascii="Times New Roman" w:hAnsi="Times New Roman"/>
        </w:rPr>
        <w:t>*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851"/>
        <w:gridCol w:w="992"/>
        <w:gridCol w:w="1134"/>
        <w:gridCol w:w="1134"/>
        <w:gridCol w:w="1276"/>
      </w:tblGrid>
      <w:tr w:rsidR="000E2045" w:rsidRPr="00C95DD7" w14:paraId="016C62C2" w14:textId="77777777" w:rsidTr="00DF35C9">
        <w:tc>
          <w:tcPr>
            <w:tcW w:w="3261" w:type="dxa"/>
            <w:vAlign w:val="center"/>
          </w:tcPr>
          <w:p w14:paraId="10BFD977" w14:textId="77777777" w:rsidR="000E2045" w:rsidRPr="00C95DD7" w:rsidRDefault="000E2045" w:rsidP="00DF35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Příjmení a jméno </w:t>
            </w:r>
            <w:r>
              <w:rPr>
                <w:rFonts w:ascii="Times New Roman" w:hAnsi="Times New Roman"/>
              </w:rPr>
              <w:t>soutěžícího</w:t>
            </w:r>
          </w:p>
        </w:tc>
        <w:tc>
          <w:tcPr>
            <w:tcW w:w="1276" w:type="dxa"/>
            <w:vAlign w:val="center"/>
          </w:tcPr>
          <w:p w14:paraId="2B066F17" w14:textId="77777777" w:rsidR="000E2045" w:rsidRPr="00C95DD7" w:rsidRDefault="000E2045" w:rsidP="00DF35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Datum narození</w:t>
            </w:r>
          </w:p>
        </w:tc>
        <w:tc>
          <w:tcPr>
            <w:tcW w:w="851" w:type="dxa"/>
            <w:vAlign w:val="center"/>
          </w:tcPr>
          <w:p w14:paraId="30E09C6C" w14:textId="77777777" w:rsidR="000E2045" w:rsidRPr="00C95DD7" w:rsidRDefault="000E2045" w:rsidP="00DF35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věž</w:t>
            </w:r>
            <w:r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3DDB79F" w14:textId="77777777" w:rsidR="000E2045" w:rsidRPr="00C95DD7" w:rsidRDefault="000E2045" w:rsidP="00DF35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 xml:space="preserve">100 m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DA272D" w14:textId="77777777" w:rsidR="000E2045" w:rsidRPr="00C95DD7" w:rsidRDefault="000E2045" w:rsidP="00DF35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134" w:type="dxa"/>
            <w:vAlign w:val="center"/>
          </w:tcPr>
          <w:p w14:paraId="5B1DD013" w14:textId="77777777" w:rsidR="000E2045" w:rsidRPr="00C95DD7" w:rsidRDefault="000E2045" w:rsidP="00DF35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</w:t>
            </w:r>
            <w:r w:rsidRPr="00C95DD7">
              <w:rPr>
                <w:rFonts w:ascii="Times New Roman" w:hAnsi="Times New Roman"/>
              </w:rPr>
              <w:t xml:space="preserve">tafeta II. </w:t>
            </w:r>
            <w:r w:rsidRPr="00C95DD7">
              <w:rPr>
                <w:rFonts w:ascii="Times New Roman" w:hAnsi="Times New Roman"/>
              </w:rPr>
              <w:br/>
              <w:t>**</w:t>
            </w:r>
          </w:p>
        </w:tc>
        <w:tc>
          <w:tcPr>
            <w:tcW w:w="1276" w:type="dxa"/>
            <w:vAlign w:val="center"/>
          </w:tcPr>
          <w:p w14:paraId="21C443DE" w14:textId="77777777" w:rsidR="000E2045" w:rsidRPr="00C95DD7" w:rsidRDefault="000E2045" w:rsidP="00DF35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Útok **</w:t>
            </w:r>
          </w:p>
        </w:tc>
      </w:tr>
      <w:tr w:rsidR="000E2045" w:rsidRPr="00C95DD7" w14:paraId="52DD8AA2" w14:textId="77777777" w:rsidTr="00DF35C9">
        <w:tc>
          <w:tcPr>
            <w:tcW w:w="3261" w:type="dxa"/>
          </w:tcPr>
          <w:p w14:paraId="36156E6A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</w:tcPr>
          <w:p w14:paraId="6F39AC5A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295E7D1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</w:tcPr>
          <w:p w14:paraId="1BEAFECA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13D5843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96FC3C1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FB58C8B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5B70EBB3" w14:textId="77777777" w:rsidTr="00DF35C9">
        <w:tc>
          <w:tcPr>
            <w:tcW w:w="3261" w:type="dxa"/>
          </w:tcPr>
          <w:p w14:paraId="181C5666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</w:tcPr>
          <w:p w14:paraId="122B4FF7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2A7601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A1E3663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4193A3F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16DC6B44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10BC42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25AFA499" w14:textId="77777777" w:rsidTr="00DF35C9">
        <w:tc>
          <w:tcPr>
            <w:tcW w:w="3261" w:type="dxa"/>
          </w:tcPr>
          <w:p w14:paraId="160F2293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14:paraId="5DAE0E22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961190C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1D0AD460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38239D2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5F10A0C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B1B699E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6A0DDF47" w14:textId="77777777" w:rsidTr="00DF35C9">
        <w:tc>
          <w:tcPr>
            <w:tcW w:w="3261" w:type="dxa"/>
          </w:tcPr>
          <w:p w14:paraId="5E4A3F06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</w:tcPr>
          <w:p w14:paraId="6160A0EB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30A4C1C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D16A7DC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9328D04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2358DA73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2C13B55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687F1EDB" w14:textId="77777777" w:rsidTr="00DF35C9">
        <w:tc>
          <w:tcPr>
            <w:tcW w:w="3261" w:type="dxa"/>
          </w:tcPr>
          <w:p w14:paraId="313B97DC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</w:tcPr>
          <w:p w14:paraId="563DB06E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7A6602D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64C46D9F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5EAE4D5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5FDA07FA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A70E7F2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5277EC29" w14:textId="77777777" w:rsidTr="00DF35C9">
        <w:tc>
          <w:tcPr>
            <w:tcW w:w="3261" w:type="dxa"/>
          </w:tcPr>
          <w:p w14:paraId="6FCF9FA2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</w:tcPr>
          <w:p w14:paraId="0B2BEF2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2F829B30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088491E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4769E515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448620A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89FB88D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179CB7C3" w14:textId="77777777" w:rsidTr="00DF35C9">
        <w:tc>
          <w:tcPr>
            <w:tcW w:w="3261" w:type="dxa"/>
          </w:tcPr>
          <w:p w14:paraId="5DABD329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</w:tcPr>
          <w:p w14:paraId="23D0A5CF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1675CED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408CE360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77FBA879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0C7B188E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969B6F5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494EF3C8" w14:textId="77777777" w:rsidTr="00DF35C9">
        <w:tc>
          <w:tcPr>
            <w:tcW w:w="3261" w:type="dxa"/>
          </w:tcPr>
          <w:p w14:paraId="724276C0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</w:tcPr>
          <w:p w14:paraId="7AD28574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956ADF2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D5C120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202C6CCA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6356377B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D9B4910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093E5579" w14:textId="77777777" w:rsidTr="00DF35C9">
        <w:tc>
          <w:tcPr>
            <w:tcW w:w="3261" w:type="dxa"/>
          </w:tcPr>
          <w:p w14:paraId="74EB1AFE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9.</w:t>
            </w:r>
          </w:p>
        </w:tc>
        <w:tc>
          <w:tcPr>
            <w:tcW w:w="1276" w:type="dxa"/>
          </w:tcPr>
          <w:p w14:paraId="7A776C3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527F9A8D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tr2bl w:val="single" w:sz="4" w:space="0" w:color="auto"/>
            </w:tcBorders>
          </w:tcPr>
          <w:p w14:paraId="0458F6F5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single" w:sz="4" w:space="0" w:color="auto"/>
            </w:tcBorders>
          </w:tcPr>
          <w:p w14:paraId="6406BF69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1EA1800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CA7B7AE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E2045" w:rsidRPr="00C95DD7" w14:paraId="0EE7DF05" w14:textId="77777777" w:rsidTr="00DF35C9">
        <w:tc>
          <w:tcPr>
            <w:tcW w:w="3261" w:type="dxa"/>
          </w:tcPr>
          <w:p w14:paraId="3761AC78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  <w:r w:rsidRPr="00C95DD7">
              <w:rPr>
                <w:rFonts w:ascii="Times New Roman" w:hAnsi="Times New Roman"/>
              </w:rPr>
              <w:t>10.</w:t>
            </w:r>
          </w:p>
        </w:tc>
        <w:tc>
          <w:tcPr>
            <w:tcW w:w="1276" w:type="dxa"/>
          </w:tcPr>
          <w:p w14:paraId="39224332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  <w:tr2bl w:val="single" w:sz="4" w:space="0" w:color="auto"/>
            </w:tcBorders>
          </w:tcPr>
          <w:p w14:paraId="7278B991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1C73D8CD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3510452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tr2bl w:val="single" w:sz="4" w:space="0" w:color="auto"/>
            </w:tcBorders>
          </w:tcPr>
          <w:p w14:paraId="761F7B14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0C19E6F" w14:textId="77777777" w:rsidR="000E2045" w:rsidRPr="00C95DD7" w:rsidRDefault="000E2045" w:rsidP="00DF35C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70637C5C" w14:textId="77777777" w:rsidR="000E2045" w:rsidRDefault="000E2045" w:rsidP="000E2045">
      <w:pPr>
        <w:jc w:val="both"/>
        <w:rPr>
          <w:rFonts w:ascii="Times New Roman" w:hAnsi="Times New Roman"/>
          <w:sz w:val="18"/>
          <w:szCs w:val="18"/>
        </w:rPr>
      </w:pPr>
    </w:p>
    <w:p w14:paraId="33A6C272" w14:textId="77777777" w:rsidR="000E2045" w:rsidRPr="00762D16" w:rsidRDefault="000E2045" w:rsidP="000E2045">
      <w:pPr>
        <w:jc w:val="both"/>
        <w:rPr>
          <w:rFonts w:ascii="Times New Roman" w:hAnsi="Times New Roman"/>
          <w:sz w:val="18"/>
          <w:szCs w:val="18"/>
        </w:rPr>
      </w:pPr>
      <w:r w:rsidRPr="00233D0A">
        <w:rPr>
          <w:rFonts w:ascii="Times New Roman" w:hAnsi="Times New Roman"/>
          <w:sz w:val="18"/>
          <w:szCs w:val="18"/>
        </w:rPr>
        <w:t>Přihlašovatel stvrzuje, že výše uvedení soutěžící splňují zdravotní způsobilost a ostatní podmínky stanovené v pravidlech požárního sportu a propozicích soutěže.</w:t>
      </w:r>
    </w:p>
    <w:p w14:paraId="1F7E4DFB" w14:textId="77777777" w:rsidR="000E2045" w:rsidRDefault="000E2045" w:rsidP="000E2045">
      <w:pPr>
        <w:ind w:left="2832" w:hanging="283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56D533E9" wp14:editId="4C355287">
                <wp:simplePos x="0" y="0"/>
                <wp:positionH relativeFrom="column">
                  <wp:posOffset>4053205</wp:posOffset>
                </wp:positionH>
                <wp:positionV relativeFrom="paragraph">
                  <wp:posOffset>140970</wp:posOffset>
                </wp:positionV>
                <wp:extent cx="1981200" cy="0"/>
                <wp:effectExtent l="9525" t="15875" r="9525" b="12700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05547" id="AutoShape 8" o:spid="_x0000_s1026" type="#_x0000_t32" style="position:absolute;margin-left:319.15pt;margin-top:11.1pt;width:156pt;height:0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34ABD990" wp14:editId="3FC63EF5">
                <wp:simplePos x="0" y="0"/>
                <wp:positionH relativeFrom="column">
                  <wp:posOffset>1081405</wp:posOffset>
                </wp:positionH>
                <wp:positionV relativeFrom="paragraph">
                  <wp:posOffset>140335</wp:posOffset>
                </wp:positionV>
                <wp:extent cx="2476500" cy="0"/>
                <wp:effectExtent l="9525" t="15240" r="9525" b="13335"/>
                <wp:wrapNone/>
                <wp:docPr id="2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C9DF8" id="AutoShape 7" o:spid="_x0000_s1026" type="#_x0000_t32" style="position:absolute;margin-left:85.15pt;margin-top:11.05pt;width:195pt;height:0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Masér-zdravotník*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Řidič*: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4B82635C" w14:textId="77777777" w:rsidR="000E2045" w:rsidRDefault="000E2045" w:rsidP="000E2045">
      <w:pPr>
        <w:ind w:left="2832" w:hanging="2832"/>
        <w:rPr>
          <w:rFonts w:ascii="Times New Roman" w:hAnsi="Times New Roman"/>
        </w:rPr>
      </w:pPr>
    </w:p>
    <w:p w14:paraId="642A9DB5" w14:textId="77777777" w:rsidR="000E2045" w:rsidRPr="002A2928" w:rsidRDefault="000E2045" w:rsidP="000E2045">
      <w:pPr>
        <w:ind w:left="2832" w:hanging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336A0815" wp14:editId="05C4E79F">
                <wp:simplePos x="0" y="0"/>
                <wp:positionH relativeFrom="column">
                  <wp:posOffset>4624705</wp:posOffset>
                </wp:positionH>
                <wp:positionV relativeFrom="paragraph">
                  <wp:posOffset>158115</wp:posOffset>
                </wp:positionV>
                <wp:extent cx="1409700" cy="635"/>
                <wp:effectExtent l="9525" t="10160" r="9525" b="17780"/>
                <wp:wrapNone/>
                <wp:docPr id="2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FED2" id="AutoShape 10" o:spid="_x0000_s1026" type="#_x0000_t32" style="position:absolute;margin-left:364.15pt;margin-top:12.45pt;width:111pt;height:.0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6DF67801" wp14:editId="2366B5E0">
                <wp:simplePos x="0" y="0"/>
                <wp:positionH relativeFrom="column">
                  <wp:posOffset>1081405</wp:posOffset>
                </wp:positionH>
                <wp:positionV relativeFrom="paragraph">
                  <wp:posOffset>158115</wp:posOffset>
                </wp:positionV>
                <wp:extent cx="2476500" cy="0"/>
                <wp:effectExtent l="9525" t="10160" r="9525" b="18415"/>
                <wp:wrapNone/>
                <wp:docPr id="2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AB2A5" id="AutoShape 9" o:spid="_x0000_s1026" type="#_x0000_t32" style="position:absolute;margin-left:85.15pt;margin-top:12.45pt;width:195pt;height:0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Vedoucí družstva: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Trenér družstva*:</w:t>
      </w:r>
      <w:r>
        <w:rPr>
          <w:rFonts w:ascii="Times New Roman" w:hAnsi="Times New Roman"/>
        </w:rPr>
        <w:br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A292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2A2928">
        <w:rPr>
          <w:rFonts w:ascii="Times New Roman" w:hAnsi="Times New Roman"/>
          <w:i/>
          <w:sz w:val="18"/>
          <w:szCs w:val="18"/>
        </w:rPr>
        <w:t>příjmení a jméno</w:t>
      </w:r>
    </w:p>
    <w:p w14:paraId="51F10810" w14:textId="77777777" w:rsidR="000E2045" w:rsidRDefault="000E2045" w:rsidP="000E2045">
      <w:pPr>
        <w:ind w:left="2835" w:hanging="2835"/>
        <w:rPr>
          <w:rFonts w:ascii="Times New Roman" w:hAnsi="Times New Roman"/>
        </w:rPr>
      </w:pPr>
    </w:p>
    <w:p w14:paraId="26CF2974" w14:textId="77B833EC" w:rsidR="000E2045" w:rsidRDefault="000E2045" w:rsidP="000E2045">
      <w:pPr>
        <w:ind w:left="2835" w:hanging="28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365C216D" wp14:editId="077B1E47">
                <wp:simplePos x="0" y="0"/>
                <wp:positionH relativeFrom="column">
                  <wp:posOffset>3691255</wp:posOffset>
                </wp:positionH>
                <wp:positionV relativeFrom="paragraph">
                  <wp:posOffset>199390</wp:posOffset>
                </wp:positionV>
                <wp:extent cx="2343150" cy="227965"/>
                <wp:effectExtent l="0" t="0" r="0" b="635"/>
                <wp:wrapNone/>
                <wp:docPr id="2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718A0" w14:textId="77777777" w:rsidR="000E2045" w:rsidRPr="002A2928" w:rsidRDefault="000E2045" w:rsidP="000E2045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A2928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(razítko a podpis přihlašovatele)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C216D" id="_x0000_s1037" type="#_x0000_t202" style="position:absolute;left:0;text-align:left;margin-left:290.65pt;margin-top:15.7pt;width:184.5pt;height:17.9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" stroked="f">
                <v:textbox>
                  <w:txbxContent>
                    <w:p w14:paraId="49F718A0" w14:textId="77777777" w:rsidR="000E2045" w:rsidRPr="002A2928" w:rsidRDefault="000E2045" w:rsidP="000E2045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2A2928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(razítko a podpis přihlašovatele)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19454ECE" wp14:editId="12ECF37B">
                <wp:simplePos x="0" y="0"/>
                <wp:positionH relativeFrom="column">
                  <wp:posOffset>2043430</wp:posOffset>
                </wp:positionH>
                <wp:positionV relativeFrom="paragraph">
                  <wp:posOffset>149860</wp:posOffset>
                </wp:positionV>
                <wp:extent cx="1514475" cy="1905"/>
                <wp:effectExtent l="9525" t="17145" r="9525" b="9525"/>
                <wp:wrapNone/>
                <wp:docPr id="2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19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20038" id="AutoShape 12" o:spid="_x0000_s1026" type="#_x0000_t32" style="position:absolute;margin-left:160.9pt;margin-top:11.8pt;width:119.25pt;height:.1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27456377" wp14:editId="2C05A566">
                <wp:simplePos x="0" y="0"/>
                <wp:positionH relativeFrom="column">
                  <wp:posOffset>3691255</wp:posOffset>
                </wp:positionH>
                <wp:positionV relativeFrom="paragraph">
                  <wp:posOffset>151130</wp:posOffset>
                </wp:positionV>
                <wp:extent cx="2343150" cy="635"/>
                <wp:effectExtent l="9525" t="18415" r="9525" b="9525"/>
                <wp:wrapNone/>
                <wp:docPr id="2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5C6B5" id="AutoShape 13" o:spid="_x0000_s1026" type="#_x0000_t32" style="position:absolute;margin-left:290.65pt;margin-top:11.9pt;width:184.5pt;height:.0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6FA6F35F" wp14:editId="72D381FD">
                <wp:simplePos x="0" y="0"/>
                <wp:positionH relativeFrom="column">
                  <wp:posOffset>186055</wp:posOffset>
                </wp:positionH>
                <wp:positionV relativeFrom="paragraph">
                  <wp:posOffset>150495</wp:posOffset>
                </wp:positionV>
                <wp:extent cx="1581150" cy="635"/>
                <wp:effectExtent l="9525" t="17780" r="9525" b="10160"/>
                <wp:wrapNone/>
                <wp:docPr id="2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0B1BF" id="AutoShape 11" o:spid="_x0000_s1026" type="#_x0000_t32" style="position:absolute;margin-left:14.65pt;margin-top:11.85pt;width:124.5pt;height:.0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" strokeweight="1.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</w:rPr>
        <w:t xml:space="preserve">V </w:t>
      </w:r>
      <w:r>
        <w:rPr>
          <w:rFonts w:ascii="Times New Roman" w:hAnsi="Times New Roman"/>
        </w:rPr>
        <w:t>Loučkách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  <w:t>dne</w:t>
      </w:r>
      <w:r>
        <w:rPr>
          <w:rFonts w:ascii="Times New Roman" w:hAnsi="Times New Roman"/>
        </w:rPr>
        <w:tab/>
        <w:t>27. 05. 2023</w:t>
      </w:r>
      <w:r>
        <w:rPr>
          <w:rFonts w:ascii="Times New Roman" w:hAnsi="Times New Roman"/>
        </w:rPr>
        <w:br/>
      </w:r>
    </w:p>
    <w:p w14:paraId="7476003C" w14:textId="77777777" w:rsidR="000E2045" w:rsidRDefault="000E2045" w:rsidP="000E20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Poznámky: </w:t>
      </w:r>
    </w:p>
    <w:p w14:paraId="6DF3E75E" w14:textId="77777777" w:rsidR="000E2045" w:rsidRDefault="000E2045" w:rsidP="000E2045">
      <w:pPr>
        <w:pStyle w:val="Default"/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sz w:val="18"/>
          <w:szCs w:val="18"/>
        </w:rPr>
        <w:tab/>
        <w:t xml:space="preserve">Nehodící se škrtne. </w:t>
      </w:r>
    </w:p>
    <w:p w14:paraId="40FFFECE" w14:textId="77777777" w:rsidR="000E2045" w:rsidRDefault="000E2045" w:rsidP="000E2045">
      <w:pPr>
        <w:pStyle w:val="Default"/>
        <w:ind w:left="705" w:hanging="705"/>
        <w:rPr>
          <w:sz w:val="18"/>
          <w:szCs w:val="18"/>
        </w:rPr>
      </w:pPr>
      <w:r>
        <w:rPr>
          <w:sz w:val="18"/>
          <w:szCs w:val="18"/>
        </w:rPr>
        <w:t xml:space="preserve">* * </w:t>
      </w:r>
      <w:r>
        <w:rPr>
          <w:sz w:val="18"/>
          <w:szCs w:val="18"/>
        </w:rPr>
        <w:tab/>
        <w:t xml:space="preserve">Do sloupce se u závodníků uvedou pořadová čísla, ve kterém budou v dané disciplíně za družstvo nebo štafetu soutěžit. Ve sloupci „útok“ se závodníci, kteří budou za družstvo soutěžit, označí pořadovým číslem 1. </w:t>
      </w:r>
    </w:p>
    <w:p w14:paraId="37DEEFD7" w14:textId="77777777" w:rsidR="000E2045" w:rsidRDefault="000E2045" w:rsidP="000E2045">
      <w:pPr>
        <w:pStyle w:val="Default"/>
        <w:ind w:left="705"/>
        <w:rPr>
          <w:sz w:val="18"/>
          <w:szCs w:val="18"/>
        </w:rPr>
      </w:pPr>
      <w:r>
        <w:rPr>
          <w:sz w:val="18"/>
          <w:szCs w:val="18"/>
        </w:rPr>
        <w:br/>
        <w:t xml:space="preserve">Družstvo sestává z vedoucího družstva, nejvýše 10 soutěžících, a ostatních členů družstva, kterými mohou být trenér, masér-zdravotník a řidič. </w:t>
      </w:r>
    </w:p>
    <w:p w14:paraId="7EA3DE1F" w14:textId="77777777" w:rsidR="000E2045" w:rsidRPr="00762D16" w:rsidRDefault="000E2045" w:rsidP="000E2045">
      <w:pPr>
        <w:spacing w:line="240" w:lineRule="auto"/>
        <w:ind w:left="705" w:firstLine="3"/>
        <w:rPr>
          <w:rFonts w:ascii="Times New Roman" w:hAnsi="Times New Roman"/>
        </w:rPr>
      </w:pPr>
      <w:r>
        <w:rPr>
          <w:sz w:val="18"/>
          <w:szCs w:val="18"/>
        </w:rPr>
        <w:br/>
        <w:t>Změny může vedoucí družstva pořadateli nahlásit před zahájením soutěže, zpravidla na poradě s vedoucími družstev. Další pořadatelem požadované informace uvede přihlašovatel na druhé straně přihlášky.</w:t>
      </w:r>
    </w:p>
    <w:p w14:paraId="35119154" w14:textId="77777777" w:rsidR="000E2045" w:rsidRPr="00762D16" w:rsidRDefault="000E2045" w:rsidP="000E2045">
      <w:pPr>
        <w:spacing w:line="240" w:lineRule="auto"/>
        <w:rPr>
          <w:rFonts w:ascii="Times New Roman" w:hAnsi="Times New Roman"/>
        </w:rPr>
      </w:pPr>
    </w:p>
    <w:sectPr w:rsidR="000E2045" w:rsidRPr="00762D16" w:rsidSect="002A2928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C3424"/>
    <w:multiLevelType w:val="hybridMultilevel"/>
    <w:tmpl w:val="FE12AD32"/>
    <w:lvl w:ilvl="0" w:tplc="9AC020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54"/>
    <w:rsid w:val="00016D3C"/>
    <w:rsid w:val="000402AC"/>
    <w:rsid w:val="000A417F"/>
    <w:rsid w:val="000C1DD3"/>
    <w:rsid w:val="000E2045"/>
    <w:rsid w:val="00210A51"/>
    <w:rsid w:val="00233D0A"/>
    <w:rsid w:val="002A2928"/>
    <w:rsid w:val="00302D67"/>
    <w:rsid w:val="00683454"/>
    <w:rsid w:val="006A0194"/>
    <w:rsid w:val="00714E30"/>
    <w:rsid w:val="00762D16"/>
    <w:rsid w:val="008A14C0"/>
    <w:rsid w:val="00917FF4"/>
    <w:rsid w:val="009C4F52"/>
    <w:rsid w:val="00A06456"/>
    <w:rsid w:val="00A63D18"/>
    <w:rsid w:val="00AA25E0"/>
    <w:rsid w:val="00BC3203"/>
    <w:rsid w:val="00C12762"/>
    <w:rsid w:val="00C95DD7"/>
    <w:rsid w:val="00CE70E1"/>
    <w:rsid w:val="00D107F6"/>
    <w:rsid w:val="00D8228E"/>
    <w:rsid w:val="00D96E09"/>
    <w:rsid w:val="00E06E4C"/>
    <w:rsid w:val="00E21B51"/>
    <w:rsid w:val="00EA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54C4"/>
  <w15:docId w15:val="{46A4BE50-E842-4C4C-962F-709B816E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2A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2D16"/>
    <w:pPr>
      <w:ind w:left="720"/>
      <w:contextualSpacing/>
    </w:pPr>
  </w:style>
  <w:style w:type="table" w:styleId="Mkatabulky">
    <w:name w:val="Table Grid"/>
    <w:basedOn w:val="Normlntabulka"/>
    <w:uiPriority w:val="59"/>
    <w:rsid w:val="009C4F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33D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D6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asi&#269;i\Okrsek\Formul&#225;&#345;e%20-%20&#353;ablony\P&#344;IHL&#193;&#352;KA_2018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PŘIHLÁŠKA_2018</Template>
  <TotalTime>15</TotalTime>
  <Pages>1</Pages>
  <Words>1320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Minář Leoš</dc:creator>
  <cp:lastModifiedBy>Leoš Minář</cp:lastModifiedBy>
  <cp:revision>11</cp:revision>
  <cp:lastPrinted>2019-05-21T08:41:00Z</cp:lastPrinted>
  <dcterms:created xsi:type="dcterms:W3CDTF">2019-05-21T06:22:00Z</dcterms:created>
  <dcterms:modified xsi:type="dcterms:W3CDTF">2023-05-15T16:24:00Z</dcterms:modified>
</cp:coreProperties>
</file>